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8F0489" w14:textId="77777777" w:rsidR="000F6CA3" w:rsidRPr="00096E62" w:rsidRDefault="00096E62" w:rsidP="00096E62">
      <w:pPr>
        <w:ind w:rightChars="132" w:right="324"/>
        <w:rPr>
          <w:rFonts w:ascii="ＭＳ 明朝" w:hAnsi="ＭＳ 明朝"/>
          <w:sz w:val="24"/>
          <w:szCs w:val="24"/>
        </w:rPr>
      </w:pPr>
      <w:r w:rsidRPr="00096E62">
        <w:rPr>
          <w:rFonts w:ascii="ＭＳ 明朝" w:hAnsi="ＭＳ 明朝" w:hint="eastAsia"/>
          <w:sz w:val="24"/>
          <w:szCs w:val="24"/>
        </w:rPr>
        <w:t>【</w:t>
      </w:r>
      <w:r>
        <w:rPr>
          <w:rFonts w:ascii="ＭＳ 明朝" w:hAnsi="ＭＳ 明朝" w:hint="eastAsia"/>
          <w:sz w:val="24"/>
          <w:szCs w:val="24"/>
        </w:rPr>
        <w:t>様式第</w:t>
      </w:r>
      <w:r w:rsidR="00A857CF">
        <w:rPr>
          <w:rFonts w:ascii="ＭＳ 明朝" w:hAnsi="ＭＳ 明朝" w:hint="eastAsia"/>
          <w:sz w:val="24"/>
          <w:szCs w:val="24"/>
        </w:rPr>
        <w:t>６号</w:t>
      </w:r>
      <w:r>
        <w:rPr>
          <w:rFonts w:ascii="ＭＳ 明朝" w:hAnsi="ＭＳ 明朝" w:hint="eastAsia"/>
          <w:sz w:val="24"/>
          <w:szCs w:val="24"/>
        </w:rPr>
        <w:t>】</w:t>
      </w:r>
      <w:r w:rsidR="00A857CF">
        <w:rPr>
          <w:rFonts w:ascii="ＭＳ 明朝" w:hAnsi="ＭＳ 明朝" w:hint="eastAsia"/>
          <w:sz w:val="24"/>
          <w:szCs w:val="24"/>
        </w:rPr>
        <w:t>≪外部立会人⇒指定施設≫</w:t>
      </w:r>
    </w:p>
    <w:p w14:paraId="75ADE6B0" w14:textId="77777777" w:rsidR="00C67B95" w:rsidRPr="00784275" w:rsidRDefault="00D80F47" w:rsidP="00096E62">
      <w:pPr>
        <w:ind w:right="-2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令和　　</w:t>
      </w:r>
      <w:r w:rsidR="00956AEE" w:rsidRPr="00784275">
        <w:rPr>
          <w:rFonts w:ascii="ＭＳ 明朝" w:hAnsi="ＭＳ 明朝" w:hint="eastAsia"/>
          <w:sz w:val="24"/>
          <w:szCs w:val="24"/>
        </w:rPr>
        <w:t>年</w:t>
      </w:r>
      <w:r w:rsidR="000F6CA3" w:rsidRPr="00784275">
        <w:rPr>
          <w:rFonts w:ascii="ＭＳ 明朝" w:hAnsi="ＭＳ 明朝" w:hint="eastAsia"/>
          <w:sz w:val="24"/>
          <w:szCs w:val="24"/>
        </w:rPr>
        <w:t xml:space="preserve">　　</w:t>
      </w:r>
      <w:r w:rsidR="00956AEE" w:rsidRPr="00784275">
        <w:rPr>
          <w:rFonts w:ascii="ＭＳ 明朝" w:hAnsi="ＭＳ 明朝" w:hint="eastAsia"/>
          <w:sz w:val="24"/>
          <w:szCs w:val="24"/>
        </w:rPr>
        <w:t>月</w:t>
      </w:r>
      <w:r w:rsidR="000F6CA3" w:rsidRPr="00784275">
        <w:rPr>
          <w:rFonts w:ascii="ＭＳ 明朝" w:hAnsi="ＭＳ 明朝" w:hint="eastAsia"/>
          <w:sz w:val="24"/>
          <w:szCs w:val="24"/>
        </w:rPr>
        <w:t xml:space="preserve">　　</w:t>
      </w:r>
      <w:r w:rsidR="00956AEE" w:rsidRPr="00784275">
        <w:rPr>
          <w:rFonts w:ascii="ＭＳ 明朝" w:hAnsi="ＭＳ 明朝" w:hint="eastAsia"/>
          <w:sz w:val="24"/>
          <w:szCs w:val="24"/>
        </w:rPr>
        <w:t>日</w:t>
      </w:r>
    </w:p>
    <w:p w14:paraId="2B77F5DC" w14:textId="77777777" w:rsidR="00721CAA" w:rsidRDefault="00721CAA" w:rsidP="00721CAA">
      <w:pPr>
        <w:rPr>
          <w:rFonts w:ascii="ＭＳ 明朝" w:hAnsi="ＭＳ 明朝"/>
          <w:sz w:val="24"/>
          <w:szCs w:val="24"/>
        </w:rPr>
      </w:pPr>
    </w:p>
    <w:p w14:paraId="341FBF95" w14:textId="77777777" w:rsidR="00C67B95" w:rsidRPr="006032D0" w:rsidRDefault="006032D0" w:rsidP="006032D0">
      <w:pPr>
        <w:jc w:val="center"/>
        <w:rPr>
          <w:rFonts w:ascii="ＭＳ 明朝" w:hAnsi="ＭＳ 明朝"/>
          <w:sz w:val="40"/>
          <w:szCs w:val="40"/>
        </w:rPr>
      </w:pPr>
      <w:r w:rsidRPr="006032D0">
        <w:rPr>
          <w:rFonts w:ascii="ＭＳ 明朝" w:hAnsi="ＭＳ 明朝" w:hint="eastAsia"/>
          <w:sz w:val="40"/>
          <w:szCs w:val="40"/>
        </w:rPr>
        <w:t>領</w:t>
      </w:r>
      <w:r>
        <w:rPr>
          <w:rFonts w:ascii="ＭＳ 明朝" w:hAnsi="ＭＳ 明朝" w:hint="eastAsia"/>
          <w:sz w:val="40"/>
          <w:szCs w:val="40"/>
        </w:rPr>
        <w:t xml:space="preserve">　　</w:t>
      </w:r>
      <w:r w:rsidRPr="006032D0">
        <w:rPr>
          <w:rFonts w:ascii="ＭＳ 明朝" w:hAnsi="ＭＳ 明朝" w:hint="eastAsia"/>
          <w:sz w:val="40"/>
          <w:szCs w:val="40"/>
        </w:rPr>
        <w:t>収</w:t>
      </w:r>
      <w:r>
        <w:rPr>
          <w:rFonts w:ascii="ＭＳ 明朝" w:hAnsi="ＭＳ 明朝" w:hint="eastAsia"/>
          <w:sz w:val="40"/>
          <w:szCs w:val="40"/>
        </w:rPr>
        <w:t xml:space="preserve">　　</w:t>
      </w:r>
      <w:r w:rsidRPr="006032D0">
        <w:rPr>
          <w:rFonts w:ascii="ＭＳ 明朝" w:hAnsi="ＭＳ 明朝" w:hint="eastAsia"/>
          <w:sz w:val="40"/>
          <w:szCs w:val="40"/>
        </w:rPr>
        <w:t>書</w:t>
      </w:r>
    </w:p>
    <w:p w14:paraId="4105759F" w14:textId="77777777" w:rsidR="00D35B40" w:rsidRDefault="00D35B40" w:rsidP="00D35B40">
      <w:pPr>
        <w:rPr>
          <w:rFonts w:ascii="ＭＳ 明朝" w:hAnsi="ＭＳ 明朝"/>
          <w:sz w:val="24"/>
          <w:szCs w:val="24"/>
        </w:rPr>
      </w:pPr>
    </w:p>
    <w:p w14:paraId="097E1AF9" w14:textId="77777777" w:rsidR="00D35B40" w:rsidRPr="00784275" w:rsidRDefault="00267EC8" w:rsidP="00D35B40">
      <w:pPr>
        <w:rPr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（指定施設の長）</w:t>
      </w:r>
      <w:r w:rsidR="00D35B40">
        <w:rPr>
          <w:rFonts w:ascii="ＭＳ 明朝" w:hAnsi="ＭＳ 明朝" w:hint="eastAsia"/>
          <w:sz w:val="24"/>
          <w:szCs w:val="24"/>
        </w:rPr>
        <w:t xml:space="preserve">　</w:t>
      </w:r>
      <w:r w:rsidR="00F97439">
        <w:rPr>
          <w:rFonts w:ascii="ＭＳ 明朝" w:hAnsi="ＭＳ 明朝" w:hint="eastAsia"/>
          <w:sz w:val="24"/>
          <w:szCs w:val="24"/>
        </w:rPr>
        <w:t>殿</w:t>
      </w:r>
    </w:p>
    <w:p w14:paraId="45DD7D80" w14:textId="77777777" w:rsidR="00C67B95" w:rsidRDefault="00C67B95" w:rsidP="00351D3D">
      <w:pPr>
        <w:rPr>
          <w:sz w:val="24"/>
          <w:szCs w:val="24"/>
        </w:rPr>
      </w:pPr>
    </w:p>
    <w:p w14:paraId="5D24766F" w14:textId="77777777" w:rsidR="004171D0" w:rsidRDefault="004171D0" w:rsidP="00351D3D">
      <w:pPr>
        <w:rPr>
          <w:sz w:val="24"/>
          <w:szCs w:val="24"/>
        </w:rPr>
      </w:pPr>
    </w:p>
    <w:p w14:paraId="5AE05F7B" w14:textId="77777777" w:rsidR="004171D0" w:rsidRPr="004171D0" w:rsidRDefault="004171D0" w:rsidP="004171D0">
      <w:pPr>
        <w:ind w:firstLineChars="1100" w:firstLine="3026"/>
        <w:rPr>
          <w:sz w:val="28"/>
          <w:szCs w:val="28"/>
          <w:u w:val="single"/>
        </w:rPr>
      </w:pPr>
      <w:r w:rsidRPr="004171D0">
        <w:rPr>
          <w:rFonts w:hint="eastAsia"/>
          <w:sz w:val="28"/>
          <w:szCs w:val="28"/>
          <w:u w:val="single"/>
        </w:rPr>
        <w:t xml:space="preserve">　　</w:t>
      </w:r>
      <w:r>
        <w:rPr>
          <w:rFonts w:hint="eastAsia"/>
          <w:sz w:val="28"/>
          <w:szCs w:val="28"/>
          <w:u w:val="single"/>
        </w:rPr>
        <w:t xml:space="preserve">　　　</w:t>
      </w:r>
      <w:r w:rsidRPr="004171D0">
        <w:rPr>
          <w:rFonts w:hint="eastAsia"/>
          <w:sz w:val="28"/>
          <w:szCs w:val="28"/>
          <w:u w:val="single"/>
        </w:rPr>
        <w:t xml:space="preserve">　　　　　円</w:t>
      </w:r>
    </w:p>
    <w:p w14:paraId="6CBBE5BF" w14:textId="77777777" w:rsidR="004171D0" w:rsidRDefault="004171D0" w:rsidP="00351D3D">
      <w:pPr>
        <w:rPr>
          <w:sz w:val="24"/>
          <w:szCs w:val="24"/>
        </w:rPr>
      </w:pPr>
    </w:p>
    <w:p w14:paraId="7F69B815" w14:textId="77777777" w:rsidR="004171D0" w:rsidRDefault="004171D0" w:rsidP="00351D3D">
      <w:pPr>
        <w:rPr>
          <w:sz w:val="24"/>
          <w:szCs w:val="24"/>
        </w:rPr>
      </w:pPr>
    </w:p>
    <w:p w14:paraId="15C80CD2" w14:textId="77777777" w:rsidR="004171D0" w:rsidRDefault="004171D0" w:rsidP="004171D0">
      <w:pPr>
        <w:ind w:firstLineChars="100" w:firstLine="235"/>
        <w:rPr>
          <w:sz w:val="24"/>
          <w:szCs w:val="24"/>
        </w:rPr>
      </w:pPr>
      <w:r>
        <w:rPr>
          <w:rFonts w:hint="eastAsia"/>
          <w:sz w:val="24"/>
          <w:szCs w:val="24"/>
        </w:rPr>
        <w:t>不在者投票の外部立会人に係る報酬等について、上記、正に領収しました。</w:t>
      </w:r>
    </w:p>
    <w:p w14:paraId="36A08C43" w14:textId="77777777" w:rsidR="004171D0" w:rsidRPr="00F97439" w:rsidRDefault="004171D0" w:rsidP="00351D3D">
      <w:pPr>
        <w:rPr>
          <w:sz w:val="24"/>
          <w:szCs w:val="24"/>
        </w:rPr>
      </w:pPr>
    </w:p>
    <w:p w14:paraId="4831B41E" w14:textId="77777777" w:rsidR="004171D0" w:rsidRPr="004171D0" w:rsidRDefault="004171D0" w:rsidP="00351D3D">
      <w:pPr>
        <w:rPr>
          <w:sz w:val="24"/>
          <w:szCs w:val="24"/>
        </w:rPr>
      </w:pPr>
    </w:p>
    <w:p w14:paraId="35D7AB35" w14:textId="77777777" w:rsidR="004171D0" w:rsidRDefault="004171D0" w:rsidP="004171D0">
      <w:pPr>
        <w:ind w:firstLineChars="100" w:firstLine="235"/>
        <w:rPr>
          <w:sz w:val="24"/>
          <w:szCs w:val="24"/>
        </w:rPr>
      </w:pPr>
      <w:r>
        <w:rPr>
          <w:rFonts w:hint="eastAsia"/>
          <w:sz w:val="24"/>
          <w:szCs w:val="24"/>
        </w:rPr>
        <w:t>立会日時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</w:rPr>
        <w:t xml:space="preserve"> </w:t>
      </w:r>
      <w:r w:rsidR="001B0BA9">
        <w:rPr>
          <w:rFonts w:hint="eastAsia"/>
          <w:sz w:val="24"/>
          <w:szCs w:val="24"/>
        </w:rPr>
        <w:t>令和</w:t>
      </w:r>
      <w:r w:rsidR="00D01F90">
        <w:rPr>
          <w:rFonts w:hint="eastAsia"/>
          <w:sz w:val="24"/>
          <w:szCs w:val="24"/>
        </w:rPr>
        <w:t xml:space="preserve">　　年　　月　　日（　）　○○</w:t>
      </w:r>
      <w:r>
        <w:rPr>
          <w:rFonts w:hint="eastAsia"/>
          <w:sz w:val="24"/>
          <w:szCs w:val="24"/>
        </w:rPr>
        <w:t>：</w:t>
      </w:r>
      <w:r w:rsidR="00D01F90">
        <w:rPr>
          <w:rFonts w:hint="eastAsia"/>
          <w:sz w:val="24"/>
          <w:szCs w:val="24"/>
        </w:rPr>
        <w:t>○○～○○</w:t>
      </w:r>
      <w:r>
        <w:rPr>
          <w:rFonts w:hint="eastAsia"/>
          <w:sz w:val="24"/>
          <w:szCs w:val="24"/>
        </w:rPr>
        <w:t>：</w:t>
      </w:r>
      <w:r w:rsidR="00D01F90">
        <w:rPr>
          <w:rFonts w:hint="eastAsia"/>
          <w:sz w:val="24"/>
          <w:szCs w:val="24"/>
        </w:rPr>
        <w:t>○○</w:t>
      </w:r>
    </w:p>
    <w:p w14:paraId="2DCFCE98" w14:textId="77777777" w:rsidR="00F97439" w:rsidRDefault="00D01F90" w:rsidP="004171D0">
      <w:pPr>
        <w:ind w:firstLineChars="100" w:firstLine="235"/>
        <w:rPr>
          <w:sz w:val="24"/>
          <w:szCs w:val="24"/>
        </w:rPr>
      </w:pPr>
      <w:r>
        <w:rPr>
          <w:rFonts w:hint="eastAsia"/>
          <w:sz w:val="24"/>
          <w:szCs w:val="24"/>
        </w:rPr>
        <w:t>（実績）　　　　　　　　　うち休憩時間　　○○</w:t>
      </w:r>
      <w:r w:rsidR="00F97439"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</w:rPr>
        <w:t>○○</w:t>
      </w:r>
      <w:r w:rsidR="00F97439">
        <w:rPr>
          <w:rFonts w:hint="eastAsia"/>
          <w:sz w:val="24"/>
          <w:szCs w:val="24"/>
        </w:rPr>
        <w:t>～</w:t>
      </w:r>
      <w:r>
        <w:rPr>
          <w:rFonts w:hint="eastAsia"/>
          <w:sz w:val="24"/>
          <w:szCs w:val="24"/>
        </w:rPr>
        <w:t>○○</w:t>
      </w:r>
      <w:r w:rsidR="00F97439"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</w:rPr>
        <w:t>○○</w:t>
      </w:r>
      <w:r w:rsidR="00F97439">
        <w:rPr>
          <w:rFonts w:hint="eastAsia"/>
          <w:sz w:val="24"/>
          <w:szCs w:val="24"/>
        </w:rPr>
        <w:t xml:space="preserve">　　</w:t>
      </w:r>
    </w:p>
    <w:p w14:paraId="18357BDB" w14:textId="77777777" w:rsidR="00F97439" w:rsidRPr="00D01F90" w:rsidRDefault="00F97439" w:rsidP="00F97439">
      <w:pPr>
        <w:rPr>
          <w:sz w:val="24"/>
          <w:szCs w:val="24"/>
        </w:rPr>
      </w:pPr>
    </w:p>
    <w:p w14:paraId="56DD43D8" w14:textId="77777777" w:rsidR="00115B63" w:rsidRDefault="00115B63" w:rsidP="00F9743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従事時間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○時間○○分　（休憩時間を除く）</w:t>
      </w:r>
    </w:p>
    <w:p w14:paraId="018093A8" w14:textId="77777777" w:rsidR="00115B63" w:rsidRDefault="00115B63" w:rsidP="00F97439">
      <w:pPr>
        <w:rPr>
          <w:sz w:val="24"/>
          <w:szCs w:val="24"/>
        </w:rPr>
      </w:pPr>
    </w:p>
    <w:p w14:paraId="3CAD53DF" w14:textId="77777777" w:rsidR="004171D0" w:rsidRDefault="004171D0" w:rsidP="004171D0">
      <w:pPr>
        <w:ind w:firstLineChars="100" w:firstLine="235"/>
        <w:rPr>
          <w:sz w:val="24"/>
          <w:szCs w:val="24"/>
        </w:rPr>
      </w:pPr>
      <w:r>
        <w:rPr>
          <w:rFonts w:hint="eastAsia"/>
          <w:sz w:val="24"/>
          <w:szCs w:val="24"/>
        </w:rPr>
        <w:t>不在者投票の実施場所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：</w:t>
      </w:r>
      <w:r w:rsidR="0064422C">
        <w:rPr>
          <w:rFonts w:hint="eastAsia"/>
          <w:sz w:val="24"/>
          <w:szCs w:val="24"/>
        </w:rPr>
        <w:t xml:space="preserve"> </w:t>
      </w:r>
      <w:r w:rsidR="00D01F90">
        <w:rPr>
          <w:rFonts w:hint="eastAsia"/>
          <w:sz w:val="24"/>
          <w:szCs w:val="24"/>
        </w:rPr>
        <w:t>○○○○ホーム　○○○○室</w:t>
      </w:r>
    </w:p>
    <w:p w14:paraId="6077628F" w14:textId="77777777" w:rsidR="00F97439" w:rsidRDefault="00F97439" w:rsidP="00351D3D">
      <w:pPr>
        <w:rPr>
          <w:sz w:val="24"/>
          <w:szCs w:val="24"/>
        </w:rPr>
      </w:pPr>
    </w:p>
    <w:p w14:paraId="5F0CF75E" w14:textId="5C145EEB" w:rsidR="004171D0" w:rsidRDefault="0064422C" w:rsidP="00F97439">
      <w:pPr>
        <w:ind w:firstLineChars="100" w:firstLine="235"/>
        <w:rPr>
          <w:sz w:val="24"/>
          <w:szCs w:val="24"/>
        </w:rPr>
      </w:pPr>
      <w:r>
        <w:rPr>
          <w:rFonts w:hint="eastAsia"/>
          <w:sz w:val="24"/>
          <w:szCs w:val="24"/>
        </w:rPr>
        <w:t>選挙の種類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：</w:t>
      </w:r>
      <w:r w:rsidR="00D80F47" w:rsidRPr="0025370A">
        <w:rPr>
          <w:rFonts w:ascii="ＭＳ 明朝" w:hAnsi="ＭＳ 明朝" w:hint="eastAsia"/>
          <w:sz w:val="24"/>
          <w:szCs w:val="24"/>
        </w:rPr>
        <w:t>第</w:t>
      </w:r>
      <w:r w:rsidR="008C1716">
        <w:rPr>
          <w:rFonts w:ascii="ＭＳ 明朝" w:hAnsi="ＭＳ 明朝" w:hint="eastAsia"/>
          <w:sz w:val="24"/>
          <w:szCs w:val="24"/>
        </w:rPr>
        <w:t>51</w:t>
      </w:r>
      <w:r w:rsidR="00D80F47" w:rsidRPr="0025370A">
        <w:rPr>
          <w:rFonts w:ascii="ＭＳ 明朝" w:hAnsi="ＭＳ 明朝" w:hint="eastAsia"/>
          <w:sz w:val="24"/>
          <w:szCs w:val="24"/>
        </w:rPr>
        <w:t>回</w:t>
      </w:r>
      <w:r w:rsidR="00EA7CC2" w:rsidRPr="0025370A">
        <w:rPr>
          <w:rFonts w:ascii="ＭＳ 明朝" w:hAnsi="ＭＳ 明朝" w:hint="eastAsia"/>
          <w:sz w:val="24"/>
          <w:szCs w:val="24"/>
        </w:rPr>
        <w:t>衆議院議員総</w:t>
      </w:r>
      <w:r w:rsidR="00927126" w:rsidRPr="0025370A">
        <w:rPr>
          <w:rFonts w:ascii="ＭＳ 明朝" w:hAnsi="ＭＳ 明朝" w:hint="eastAsia"/>
          <w:sz w:val="24"/>
          <w:szCs w:val="24"/>
        </w:rPr>
        <w:t>選挙</w:t>
      </w:r>
      <w:r w:rsidR="00EA7CC2" w:rsidRPr="0025370A">
        <w:rPr>
          <w:rFonts w:ascii="ＭＳ 明朝" w:hAnsi="ＭＳ 明朝" w:hint="eastAsia"/>
          <w:sz w:val="24"/>
          <w:szCs w:val="24"/>
        </w:rPr>
        <w:t>及び</w:t>
      </w:r>
      <w:r w:rsidR="00D80F47" w:rsidRPr="0025370A">
        <w:rPr>
          <w:rFonts w:ascii="ＭＳ 明朝" w:hAnsi="ＭＳ 明朝" w:hint="eastAsia"/>
          <w:sz w:val="24"/>
          <w:szCs w:val="24"/>
        </w:rPr>
        <w:t>第</w:t>
      </w:r>
      <w:r w:rsidR="008C1716">
        <w:rPr>
          <w:rFonts w:ascii="ＭＳ 明朝" w:hAnsi="ＭＳ 明朝" w:hint="eastAsia"/>
          <w:sz w:val="24"/>
          <w:szCs w:val="24"/>
        </w:rPr>
        <w:t>27</w:t>
      </w:r>
      <w:r w:rsidR="00D80F47" w:rsidRPr="0025370A">
        <w:rPr>
          <w:rFonts w:ascii="ＭＳ 明朝" w:hAnsi="ＭＳ 明朝" w:hint="eastAsia"/>
          <w:sz w:val="24"/>
          <w:szCs w:val="24"/>
        </w:rPr>
        <w:t>回</w:t>
      </w:r>
      <w:r w:rsidR="00EA7CC2" w:rsidRPr="0025370A">
        <w:rPr>
          <w:rFonts w:ascii="ＭＳ 明朝" w:hAnsi="ＭＳ 明朝" w:hint="eastAsia"/>
          <w:sz w:val="24"/>
          <w:szCs w:val="24"/>
        </w:rPr>
        <w:t>最高裁判所裁判官国民審査</w:t>
      </w:r>
    </w:p>
    <w:p w14:paraId="0F7AAED0" w14:textId="77777777" w:rsidR="004171D0" w:rsidRDefault="004171D0" w:rsidP="00351D3D">
      <w:pPr>
        <w:rPr>
          <w:sz w:val="24"/>
          <w:szCs w:val="24"/>
        </w:rPr>
      </w:pPr>
    </w:p>
    <w:p w14:paraId="709116FC" w14:textId="77777777" w:rsidR="0064422C" w:rsidRDefault="0064422C" w:rsidP="00351D3D">
      <w:pPr>
        <w:rPr>
          <w:sz w:val="24"/>
          <w:szCs w:val="24"/>
        </w:rPr>
      </w:pPr>
    </w:p>
    <w:p w14:paraId="092BAEF2" w14:textId="77777777" w:rsidR="00F97439" w:rsidRDefault="00F97439" w:rsidP="00351D3D">
      <w:pPr>
        <w:rPr>
          <w:sz w:val="24"/>
          <w:szCs w:val="24"/>
        </w:rPr>
      </w:pPr>
    </w:p>
    <w:p w14:paraId="6BE334E1" w14:textId="77777777" w:rsidR="00267EC8" w:rsidRDefault="00267EC8" w:rsidP="00D01F90">
      <w:pPr>
        <w:ind w:firstLineChars="1600" w:firstLine="3762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（住　</w:t>
      </w:r>
      <w:r w:rsidR="00276053">
        <w:rPr>
          <w:rFonts w:hint="eastAsia"/>
          <w:sz w:val="24"/>
          <w:szCs w:val="24"/>
        </w:rPr>
        <w:t xml:space="preserve">　</w:t>
      </w:r>
      <w:r w:rsidR="00276053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所）</w:t>
      </w:r>
    </w:p>
    <w:p w14:paraId="06709A12" w14:textId="77777777" w:rsidR="00267EC8" w:rsidRDefault="00267EC8" w:rsidP="00D01F90">
      <w:pPr>
        <w:ind w:firstLineChars="1600" w:firstLine="3762"/>
        <w:rPr>
          <w:sz w:val="24"/>
          <w:szCs w:val="24"/>
        </w:rPr>
      </w:pPr>
      <w:r>
        <w:rPr>
          <w:rFonts w:hint="eastAsia"/>
          <w:sz w:val="24"/>
          <w:szCs w:val="24"/>
        </w:rPr>
        <w:t>（電</w:t>
      </w:r>
      <w:r w:rsidR="00276053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話</w:t>
      </w:r>
      <w:r w:rsidR="00276053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番</w:t>
      </w:r>
      <w:r w:rsidR="00276053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号</w:t>
      </w:r>
      <w:r w:rsidR="00D01F90">
        <w:rPr>
          <w:rFonts w:hint="eastAsia"/>
          <w:sz w:val="24"/>
          <w:szCs w:val="24"/>
        </w:rPr>
        <w:t>）</w:t>
      </w:r>
    </w:p>
    <w:p w14:paraId="28D3619B" w14:textId="77777777" w:rsidR="00267EC8" w:rsidRPr="00267EC8" w:rsidRDefault="00D80F47" w:rsidP="00D01F90">
      <w:pPr>
        <w:ind w:firstLineChars="1600" w:firstLine="3762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Pr="00951B84">
        <w:rPr>
          <w:rFonts w:ascii="ＭＳ 明朝" w:hAnsi="ＭＳ 明朝" w:hint="eastAsia"/>
          <w:w w:val="50"/>
          <w:kern w:val="0"/>
          <w:sz w:val="24"/>
          <w:szCs w:val="24"/>
        </w:rPr>
        <w:t>氏名(署名又は記名押印)</w:t>
      </w:r>
      <w:r w:rsidR="000F1C76">
        <w:rPr>
          <w:rFonts w:hint="eastAsia"/>
          <w:sz w:val="24"/>
          <w:szCs w:val="24"/>
        </w:rPr>
        <w:t>）</w:t>
      </w:r>
      <w:r w:rsidR="00D01F90">
        <w:rPr>
          <w:rFonts w:hint="eastAsia"/>
          <w:sz w:val="24"/>
          <w:szCs w:val="24"/>
        </w:rPr>
        <w:t xml:space="preserve">　　　　　</w:t>
      </w:r>
      <w:r w:rsidR="000F1C76">
        <w:rPr>
          <w:rFonts w:hint="eastAsia"/>
          <w:sz w:val="24"/>
          <w:szCs w:val="24"/>
        </w:rPr>
        <w:t xml:space="preserve">　　　　　　　　　</w:t>
      </w:r>
    </w:p>
    <w:p w14:paraId="50545292" w14:textId="77777777" w:rsidR="004171D0" w:rsidRPr="00D35B40" w:rsidRDefault="004171D0" w:rsidP="00351D3D">
      <w:pPr>
        <w:rPr>
          <w:sz w:val="24"/>
          <w:szCs w:val="24"/>
        </w:rPr>
      </w:pPr>
    </w:p>
    <w:sectPr w:rsidR="004171D0" w:rsidRPr="00D35B40" w:rsidSect="00D35B40">
      <w:footerReference w:type="default" r:id="rId6"/>
      <w:pgSz w:w="11906" w:h="16838" w:code="9"/>
      <w:pgMar w:top="1418" w:right="1418" w:bottom="1418" w:left="1418" w:header="720" w:footer="720" w:gutter="0"/>
      <w:cols w:space="720"/>
      <w:noEndnote/>
      <w:docGrid w:type="linesAndChars" w:linePitch="424" w:charSpace="-9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4617E5" w14:textId="77777777" w:rsidR="003F5A1D" w:rsidRDefault="003F5A1D">
      <w:r>
        <w:separator/>
      </w:r>
    </w:p>
  </w:endnote>
  <w:endnote w:type="continuationSeparator" w:id="0">
    <w:p w14:paraId="36A4EB7B" w14:textId="77777777" w:rsidR="003F5A1D" w:rsidRDefault="003F5A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9F408B" w14:textId="77777777" w:rsidR="004171D0" w:rsidRDefault="004171D0">
    <w:pPr>
      <w:pStyle w:val="a5"/>
      <w:jc w:val="center"/>
      <w:rPr>
        <w:rFonts w:eastAsia="HG正楷書体-PR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852DA2" w14:textId="77777777" w:rsidR="003F5A1D" w:rsidRDefault="003F5A1D">
      <w:r>
        <w:separator/>
      </w:r>
    </w:p>
  </w:footnote>
  <w:footnote w:type="continuationSeparator" w:id="0">
    <w:p w14:paraId="6780D4BB" w14:textId="77777777" w:rsidR="003F5A1D" w:rsidRDefault="003F5A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5"/>
  <w:drawingGridVerticalSpacing w:val="212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20EC"/>
    <w:rsid w:val="000052C8"/>
    <w:rsid w:val="00005AB7"/>
    <w:rsid w:val="00016E66"/>
    <w:rsid w:val="0002068C"/>
    <w:rsid w:val="00024016"/>
    <w:rsid w:val="00027BA2"/>
    <w:rsid w:val="000569F1"/>
    <w:rsid w:val="000613EF"/>
    <w:rsid w:val="000618BA"/>
    <w:rsid w:val="000645A4"/>
    <w:rsid w:val="00077FB4"/>
    <w:rsid w:val="00082ACF"/>
    <w:rsid w:val="000944E4"/>
    <w:rsid w:val="00096E62"/>
    <w:rsid w:val="000A4294"/>
    <w:rsid w:val="000C19E0"/>
    <w:rsid w:val="000C7BBF"/>
    <w:rsid w:val="000C7F06"/>
    <w:rsid w:val="000E3876"/>
    <w:rsid w:val="000F1C76"/>
    <w:rsid w:val="000F3C19"/>
    <w:rsid w:val="000F6CA3"/>
    <w:rsid w:val="000F7EE2"/>
    <w:rsid w:val="00110D43"/>
    <w:rsid w:val="001120CD"/>
    <w:rsid w:val="00114990"/>
    <w:rsid w:val="00115B63"/>
    <w:rsid w:val="001165C6"/>
    <w:rsid w:val="00120AE4"/>
    <w:rsid w:val="0016034B"/>
    <w:rsid w:val="00162654"/>
    <w:rsid w:val="001756DF"/>
    <w:rsid w:val="0018060E"/>
    <w:rsid w:val="001837E8"/>
    <w:rsid w:val="00191CA7"/>
    <w:rsid w:val="001A58B9"/>
    <w:rsid w:val="001A60CC"/>
    <w:rsid w:val="001A7C77"/>
    <w:rsid w:val="001B0BA9"/>
    <w:rsid w:val="001C1E59"/>
    <w:rsid w:val="001D45AE"/>
    <w:rsid w:val="001D6A1C"/>
    <w:rsid w:val="001D74BA"/>
    <w:rsid w:val="001F00A5"/>
    <w:rsid w:val="001F45FB"/>
    <w:rsid w:val="001F4BE5"/>
    <w:rsid w:val="0020152C"/>
    <w:rsid w:val="00204775"/>
    <w:rsid w:val="002047F9"/>
    <w:rsid w:val="00210FE6"/>
    <w:rsid w:val="0022643C"/>
    <w:rsid w:val="00226FE9"/>
    <w:rsid w:val="0025370A"/>
    <w:rsid w:val="00256627"/>
    <w:rsid w:val="00263814"/>
    <w:rsid w:val="0026767F"/>
    <w:rsid w:val="00267EC8"/>
    <w:rsid w:val="00270D74"/>
    <w:rsid w:val="00276053"/>
    <w:rsid w:val="0027750F"/>
    <w:rsid w:val="00280E8F"/>
    <w:rsid w:val="00280F89"/>
    <w:rsid w:val="0028188A"/>
    <w:rsid w:val="00297F24"/>
    <w:rsid w:val="002A1D9A"/>
    <w:rsid w:val="002B4610"/>
    <w:rsid w:val="002B771B"/>
    <w:rsid w:val="002C0DAE"/>
    <w:rsid w:val="002C1237"/>
    <w:rsid w:val="002C326A"/>
    <w:rsid w:val="002C3293"/>
    <w:rsid w:val="002D270F"/>
    <w:rsid w:val="002E2859"/>
    <w:rsid w:val="00306911"/>
    <w:rsid w:val="00306BC1"/>
    <w:rsid w:val="003116F3"/>
    <w:rsid w:val="003231A5"/>
    <w:rsid w:val="00325BD6"/>
    <w:rsid w:val="00326707"/>
    <w:rsid w:val="0033162E"/>
    <w:rsid w:val="00333222"/>
    <w:rsid w:val="00333F2A"/>
    <w:rsid w:val="00351D3D"/>
    <w:rsid w:val="003565FC"/>
    <w:rsid w:val="00366B36"/>
    <w:rsid w:val="00374BB1"/>
    <w:rsid w:val="00385979"/>
    <w:rsid w:val="003B0EBB"/>
    <w:rsid w:val="003C299F"/>
    <w:rsid w:val="003C4238"/>
    <w:rsid w:val="003C6813"/>
    <w:rsid w:val="003C6BF3"/>
    <w:rsid w:val="003C7AE8"/>
    <w:rsid w:val="003C7ED1"/>
    <w:rsid w:val="003D0859"/>
    <w:rsid w:val="003D1C6D"/>
    <w:rsid w:val="003D7254"/>
    <w:rsid w:val="003E7293"/>
    <w:rsid w:val="003F4A85"/>
    <w:rsid w:val="003F5A1D"/>
    <w:rsid w:val="0041054D"/>
    <w:rsid w:val="004171D0"/>
    <w:rsid w:val="004261D3"/>
    <w:rsid w:val="004277ED"/>
    <w:rsid w:val="00430FEB"/>
    <w:rsid w:val="004433DA"/>
    <w:rsid w:val="00444743"/>
    <w:rsid w:val="00447339"/>
    <w:rsid w:val="004551EF"/>
    <w:rsid w:val="00457D77"/>
    <w:rsid w:val="00463D9E"/>
    <w:rsid w:val="0048326E"/>
    <w:rsid w:val="00483E12"/>
    <w:rsid w:val="00487249"/>
    <w:rsid w:val="004957D1"/>
    <w:rsid w:val="00496F37"/>
    <w:rsid w:val="004C0104"/>
    <w:rsid w:val="004C377E"/>
    <w:rsid w:val="004C6DB3"/>
    <w:rsid w:val="004E6B1A"/>
    <w:rsid w:val="004E7BB0"/>
    <w:rsid w:val="004F25E2"/>
    <w:rsid w:val="004F36A8"/>
    <w:rsid w:val="00504CC4"/>
    <w:rsid w:val="0050793F"/>
    <w:rsid w:val="00542E83"/>
    <w:rsid w:val="005576ED"/>
    <w:rsid w:val="00581C16"/>
    <w:rsid w:val="00584FB9"/>
    <w:rsid w:val="00592CCA"/>
    <w:rsid w:val="005B04B1"/>
    <w:rsid w:val="005B749B"/>
    <w:rsid w:val="005C0961"/>
    <w:rsid w:val="005E2168"/>
    <w:rsid w:val="005F3597"/>
    <w:rsid w:val="005F443C"/>
    <w:rsid w:val="0060304B"/>
    <w:rsid w:val="006032D0"/>
    <w:rsid w:val="00614C1B"/>
    <w:rsid w:val="00621ABD"/>
    <w:rsid w:val="00631E7C"/>
    <w:rsid w:val="00643928"/>
    <w:rsid w:val="0064422C"/>
    <w:rsid w:val="00661A2C"/>
    <w:rsid w:val="00666F32"/>
    <w:rsid w:val="00667187"/>
    <w:rsid w:val="0068176E"/>
    <w:rsid w:val="00686A9A"/>
    <w:rsid w:val="006956A7"/>
    <w:rsid w:val="006A6E3C"/>
    <w:rsid w:val="006E1E0A"/>
    <w:rsid w:val="006E4951"/>
    <w:rsid w:val="0070477D"/>
    <w:rsid w:val="00705732"/>
    <w:rsid w:val="007071DD"/>
    <w:rsid w:val="00714D51"/>
    <w:rsid w:val="00721CAA"/>
    <w:rsid w:val="007318D9"/>
    <w:rsid w:val="00744B3C"/>
    <w:rsid w:val="00752304"/>
    <w:rsid w:val="00753713"/>
    <w:rsid w:val="007569A3"/>
    <w:rsid w:val="0076208F"/>
    <w:rsid w:val="00763D60"/>
    <w:rsid w:val="007668C9"/>
    <w:rsid w:val="00784275"/>
    <w:rsid w:val="007857B1"/>
    <w:rsid w:val="0079169D"/>
    <w:rsid w:val="00792C58"/>
    <w:rsid w:val="00793946"/>
    <w:rsid w:val="00797CAD"/>
    <w:rsid w:val="007A50F1"/>
    <w:rsid w:val="007A621B"/>
    <w:rsid w:val="007B656A"/>
    <w:rsid w:val="007D0389"/>
    <w:rsid w:val="007D156E"/>
    <w:rsid w:val="007D18E4"/>
    <w:rsid w:val="007D57B7"/>
    <w:rsid w:val="007F425D"/>
    <w:rsid w:val="008146BB"/>
    <w:rsid w:val="0082519F"/>
    <w:rsid w:val="00833318"/>
    <w:rsid w:val="008565F9"/>
    <w:rsid w:val="008646FA"/>
    <w:rsid w:val="00871FF9"/>
    <w:rsid w:val="0087295B"/>
    <w:rsid w:val="008A27C1"/>
    <w:rsid w:val="008A6A96"/>
    <w:rsid w:val="008B4A9F"/>
    <w:rsid w:val="008C1716"/>
    <w:rsid w:val="008C2149"/>
    <w:rsid w:val="008D1C80"/>
    <w:rsid w:val="008D2091"/>
    <w:rsid w:val="008D2D1A"/>
    <w:rsid w:val="008E7241"/>
    <w:rsid w:val="008E79FB"/>
    <w:rsid w:val="00920E65"/>
    <w:rsid w:val="00927126"/>
    <w:rsid w:val="00935715"/>
    <w:rsid w:val="00945E45"/>
    <w:rsid w:val="00947F52"/>
    <w:rsid w:val="00951B84"/>
    <w:rsid w:val="00956AEE"/>
    <w:rsid w:val="0096755A"/>
    <w:rsid w:val="0097248E"/>
    <w:rsid w:val="00983C89"/>
    <w:rsid w:val="00983CEE"/>
    <w:rsid w:val="00983E5F"/>
    <w:rsid w:val="00985B69"/>
    <w:rsid w:val="0099787E"/>
    <w:rsid w:val="009A12E9"/>
    <w:rsid w:val="009A175D"/>
    <w:rsid w:val="009A1AC8"/>
    <w:rsid w:val="009A3EEA"/>
    <w:rsid w:val="009A43E2"/>
    <w:rsid w:val="009A60F5"/>
    <w:rsid w:val="009B57AC"/>
    <w:rsid w:val="009D0839"/>
    <w:rsid w:val="009D3095"/>
    <w:rsid w:val="009D5FAB"/>
    <w:rsid w:val="009F23F2"/>
    <w:rsid w:val="009F4EF0"/>
    <w:rsid w:val="009F724E"/>
    <w:rsid w:val="00A13BCF"/>
    <w:rsid w:val="00A15160"/>
    <w:rsid w:val="00A16B42"/>
    <w:rsid w:val="00A24FE7"/>
    <w:rsid w:val="00A36AA8"/>
    <w:rsid w:val="00A4679E"/>
    <w:rsid w:val="00A64AFF"/>
    <w:rsid w:val="00A71418"/>
    <w:rsid w:val="00A857CF"/>
    <w:rsid w:val="00A9147C"/>
    <w:rsid w:val="00A92E30"/>
    <w:rsid w:val="00A9591B"/>
    <w:rsid w:val="00A9610C"/>
    <w:rsid w:val="00AA3740"/>
    <w:rsid w:val="00AB0B7B"/>
    <w:rsid w:val="00AB2165"/>
    <w:rsid w:val="00AC03DD"/>
    <w:rsid w:val="00AC4532"/>
    <w:rsid w:val="00AD18F9"/>
    <w:rsid w:val="00AD7B28"/>
    <w:rsid w:val="00AE1B36"/>
    <w:rsid w:val="00AE744B"/>
    <w:rsid w:val="00AF23C9"/>
    <w:rsid w:val="00AF3CF3"/>
    <w:rsid w:val="00AF6F2C"/>
    <w:rsid w:val="00B020EC"/>
    <w:rsid w:val="00B03F09"/>
    <w:rsid w:val="00B0507B"/>
    <w:rsid w:val="00B1084A"/>
    <w:rsid w:val="00B214FF"/>
    <w:rsid w:val="00B23325"/>
    <w:rsid w:val="00B2591D"/>
    <w:rsid w:val="00B4430B"/>
    <w:rsid w:val="00B52ABB"/>
    <w:rsid w:val="00B537D4"/>
    <w:rsid w:val="00B55F8C"/>
    <w:rsid w:val="00B61182"/>
    <w:rsid w:val="00B6147A"/>
    <w:rsid w:val="00B80018"/>
    <w:rsid w:val="00B92247"/>
    <w:rsid w:val="00B94D3D"/>
    <w:rsid w:val="00BA15E9"/>
    <w:rsid w:val="00BB10DB"/>
    <w:rsid w:val="00BD2593"/>
    <w:rsid w:val="00BE3646"/>
    <w:rsid w:val="00BF1D07"/>
    <w:rsid w:val="00BF570E"/>
    <w:rsid w:val="00C05258"/>
    <w:rsid w:val="00C14F89"/>
    <w:rsid w:val="00C253E4"/>
    <w:rsid w:val="00C2647A"/>
    <w:rsid w:val="00C33951"/>
    <w:rsid w:val="00C35D42"/>
    <w:rsid w:val="00C44F8B"/>
    <w:rsid w:val="00C45B57"/>
    <w:rsid w:val="00C477D2"/>
    <w:rsid w:val="00C67458"/>
    <w:rsid w:val="00C67B95"/>
    <w:rsid w:val="00C74199"/>
    <w:rsid w:val="00C749B6"/>
    <w:rsid w:val="00C86823"/>
    <w:rsid w:val="00C93350"/>
    <w:rsid w:val="00C934D1"/>
    <w:rsid w:val="00CB037E"/>
    <w:rsid w:val="00CB66B2"/>
    <w:rsid w:val="00CC292B"/>
    <w:rsid w:val="00CD2DC4"/>
    <w:rsid w:val="00CD7C83"/>
    <w:rsid w:val="00D0155E"/>
    <w:rsid w:val="00D01F90"/>
    <w:rsid w:val="00D02CF9"/>
    <w:rsid w:val="00D1332D"/>
    <w:rsid w:val="00D17909"/>
    <w:rsid w:val="00D342B4"/>
    <w:rsid w:val="00D356C7"/>
    <w:rsid w:val="00D35B40"/>
    <w:rsid w:val="00D44884"/>
    <w:rsid w:val="00D61C21"/>
    <w:rsid w:val="00D6477D"/>
    <w:rsid w:val="00D80F47"/>
    <w:rsid w:val="00D871AD"/>
    <w:rsid w:val="00D94E66"/>
    <w:rsid w:val="00DA0199"/>
    <w:rsid w:val="00DC5319"/>
    <w:rsid w:val="00DC6D0C"/>
    <w:rsid w:val="00DF70DC"/>
    <w:rsid w:val="00E0134D"/>
    <w:rsid w:val="00E05406"/>
    <w:rsid w:val="00E278E0"/>
    <w:rsid w:val="00E37148"/>
    <w:rsid w:val="00E51AC8"/>
    <w:rsid w:val="00E74C71"/>
    <w:rsid w:val="00E83F73"/>
    <w:rsid w:val="00E9146D"/>
    <w:rsid w:val="00E970B5"/>
    <w:rsid w:val="00EA6466"/>
    <w:rsid w:val="00EA7CC2"/>
    <w:rsid w:val="00EB0490"/>
    <w:rsid w:val="00EB5151"/>
    <w:rsid w:val="00EC5A7F"/>
    <w:rsid w:val="00ED733F"/>
    <w:rsid w:val="00EF06DE"/>
    <w:rsid w:val="00F11AF7"/>
    <w:rsid w:val="00F13661"/>
    <w:rsid w:val="00F14FED"/>
    <w:rsid w:val="00F158E8"/>
    <w:rsid w:val="00F31FED"/>
    <w:rsid w:val="00F349F7"/>
    <w:rsid w:val="00F452FD"/>
    <w:rsid w:val="00F46161"/>
    <w:rsid w:val="00F5022D"/>
    <w:rsid w:val="00F51C9E"/>
    <w:rsid w:val="00F53E6B"/>
    <w:rsid w:val="00F57A9E"/>
    <w:rsid w:val="00F61A83"/>
    <w:rsid w:val="00F637C4"/>
    <w:rsid w:val="00F6699E"/>
    <w:rsid w:val="00F669BD"/>
    <w:rsid w:val="00F7563D"/>
    <w:rsid w:val="00F85F0F"/>
    <w:rsid w:val="00F867F6"/>
    <w:rsid w:val="00F90CB5"/>
    <w:rsid w:val="00F95E59"/>
    <w:rsid w:val="00F97439"/>
    <w:rsid w:val="00FA28F7"/>
    <w:rsid w:val="00FA3FE9"/>
    <w:rsid w:val="00FB331B"/>
    <w:rsid w:val="00FC5CED"/>
    <w:rsid w:val="00FE0BDD"/>
    <w:rsid w:val="00FF255A"/>
    <w:rsid w:val="00FF4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73A16DE5"/>
  <w15:chartTrackingRefBased/>
  <w15:docId w15:val="{7DCD3426-668E-40C3-BBD9-B2B84AC82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A621B"/>
    <w:pPr>
      <w:widowControl w:val="0"/>
      <w:jc w:val="both"/>
    </w:pPr>
    <w:rPr>
      <w:kern w:val="2"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45B57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45B57"/>
    <w:pPr>
      <w:tabs>
        <w:tab w:val="center" w:pos="4252"/>
        <w:tab w:val="right" w:pos="8504"/>
      </w:tabs>
      <w:snapToGrid w:val="0"/>
    </w:pPr>
  </w:style>
  <w:style w:type="paragraph" w:customStyle="1" w:styleId="a5">
    <w:name w:val="一太郎８"/>
    <w:rsid w:val="00ED733F"/>
    <w:pPr>
      <w:widowControl w:val="0"/>
      <w:wordWrap w:val="0"/>
      <w:autoSpaceDE w:val="0"/>
      <w:autoSpaceDN w:val="0"/>
      <w:adjustRightInd w:val="0"/>
      <w:spacing w:line="470" w:lineRule="atLeast"/>
      <w:jc w:val="both"/>
    </w:pPr>
    <w:rPr>
      <w:rFonts w:ascii="Times New Roman" w:hAnsi="Times New Roman"/>
      <w:spacing w:val="-4"/>
      <w:sz w:val="23"/>
    </w:rPr>
  </w:style>
  <w:style w:type="paragraph" w:styleId="a6">
    <w:name w:val="Balloon Text"/>
    <w:basedOn w:val="a"/>
    <w:semiHidden/>
    <w:rsid w:val="007D0389"/>
    <w:rPr>
      <w:rFonts w:ascii="Arial" w:eastAsia="ＭＳ ゴシック" w:hAnsi="Arial"/>
      <w:sz w:val="18"/>
      <w:szCs w:val="18"/>
    </w:rPr>
  </w:style>
  <w:style w:type="table" w:styleId="a7">
    <w:name w:val="Table Grid"/>
    <w:basedOn w:val="a1"/>
    <w:rsid w:val="008A6A9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40_Template\&#36215;&#26696;&#27096;&#24335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起案様式.dot</Template>
  <TotalTime>0</TotalTime>
  <Pages>1</Pages>
  <Words>216</Words>
  <Characters>105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【様式第４号（施設）】</vt:lpstr>
      <vt:lpstr>【様式第４号（施設）】</vt:lpstr>
    </vt:vector>
  </TitlesOfParts>
  <Company>山形県庁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【様式第４号（施設）】</dc:title>
  <dc:subject/>
  <dc:creator>user</dc:creator>
  <cp:keywords/>
  <dc:description/>
  <cp:lastModifiedBy>近藤紀行</cp:lastModifiedBy>
  <cp:revision>3</cp:revision>
  <cp:lastPrinted>2014-11-21T04:50:00Z</cp:lastPrinted>
  <dcterms:created xsi:type="dcterms:W3CDTF">2024-09-21T07:23:00Z</dcterms:created>
  <dcterms:modified xsi:type="dcterms:W3CDTF">2026-01-17T10:43:00Z</dcterms:modified>
</cp:coreProperties>
</file>