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E1" w:rsidRPr="004737FB" w:rsidRDefault="0059077E" w:rsidP="00B304E1">
      <w:pPr>
        <w:rPr>
          <w:rFonts w:hint="eastAsia"/>
        </w:rPr>
      </w:pPr>
      <w:r>
        <w:rPr>
          <w:rFonts w:hint="eastAsia"/>
        </w:rPr>
        <w:t>［参考様式４］</w:t>
      </w:r>
    </w:p>
    <w:p w:rsidR="00B304E1" w:rsidRPr="004737FB" w:rsidRDefault="00826183" w:rsidP="00B304E1">
      <w:pPr>
        <w:rPr>
          <w:rFonts w:hint="eastAsia"/>
        </w:rPr>
      </w:pPr>
      <w:r w:rsidRPr="004737FB">
        <w:rPr>
          <w:rFonts w:hint="eastAsia"/>
        </w:rPr>
        <w:t>［施設設備に関する調書（幼保連携型、幼稚園型接続型</w:t>
      </w:r>
      <w:r w:rsidR="00B304E1" w:rsidRPr="004737FB">
        <w:rPr>
          <w:rFonts w:hint="eastAsia"/>
        </w:rPr>
        <w:t>を除く）］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9"/>
        <w:gridCol w:w="1336"/>
        <w:gridCol w:w="1374"/>
        <w:gridCol w:w="1418"/>
        <w:gridCol w:w="9173"/>
      </w:tblGrid>
      <w:tr w:rsidR="004737FB" w:rsidRPr="004737FB" w:rsidTr="004737FB">
        <w:trPr>
          <w:trHeight w:val="413"/>
        </w:trPr>
        <w:tc>
          <w:tcPr>
            <w:tcW w:w="124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304E1" w:rsidRPr="004737FB" w:rsidRDefault="00B304E1" w:rsidP="00535E2D">
            <w:pPr>
              <w:jc w:val="center"/>
              <w:rPr>
                <w:rFonts w:hint="eastAsia"/>
              </w:rPr>
            </w:pPr>
            <w:r w:rsidRPr="004737FB">
              <w:rPr>
                <w:rFonts w:hint="eastAsia"/>
              </w:rPr>
              <w:t>建物及び</w:t>
            </w:r>
          </w:p>
          <w:p w:rsidR="00B304E1" w:rsidRPr="004737FB" w:rsidRDefault="00B304E1" w:rsidP="00535E2D">
            <w:pPr>
              <w:jc w:val="center"/>
              <w:rPr>
                <w:rFonts w:hint="eastAsia"/>
              </w:rPr>
            </w:pPr>
            <w:r w:rsidRPr="004737FB">
              <w:rPr>
                <w:rFonts w:hint="eastAsia"/>
              </w:rPr>
              <w:t>屋外遊戯</w:t>
            </w:r>
          </w:p>
          <w:p w:rsidR="00B304E1" w:rsidRPr="004737FB" w:rsidRDefault="00B304E1" w:rsidP="00535E2D">
            <w:pPr>
              <w:jc w:val="center"/>
              <w:rPr>
                <w:rFonts w:hint="eastAsia"/>
              </w:rPr>
            </w:pPr>
            <w:r w:rsidRPr="004737FB">
              <w:rPr>
                <w:rFonts w:hint="eastAsia"/>
              </w:rPr>
              <w:t>場の面積</w:t>
            </w:r>
          </w:p>
        </w:tc>
        <w:tc>
          <w:tcPr>
            <w:tcW w:w="1336" w:type="dxa"/>
            <w:tcBorders>
              <w:top w:val="single" w:sz="8" w:space="0" w:color="auto"/>
            </w:tcBorders>
            <w:vAlign w:val="center"/>
          </w:tcPr>
          <w:p w:rsidR="00B304E1" w:rsidRPr="004737FB" w:rsidRDefault="00B304E1" w:rsidP="00535E2D">
            <w:pPr>
              <w:jc w:val="center"/>
              <w:rPr>
                <w:rFonts w:hint="eastAsia"/>
              </w:rPr>
            </w:pPr>
            <w:r w:rsidRPr="004737FB">
              <w:rPr>
                <w:rFonts w:hint="eastAsia"/>
              </w:rPr>
              <w:t>区分</w:t>
            </w:r>
          </w:p>
        </w:tc>
        <w:tc>
          <w:tcPr>
            <w:tcW w:w="1374" w:type="dxa"/>
            <w:tcBorders>
              <w:top w:val="single" w:sz="8" w:space="0" w:color="auto"/>
            </w:tcBorders>
            <w:vAlign w:val="center"/>
          </w:tcPr>
          <w:p w:rsidR="00B304E1" w:rsidRPr="004737FB" w:rsidRDefault="00B304E1" w:rsidP="00535E2D">
            <w:pPr>
              <w:jc w:val="center"/>
              <w:rPr>
                <w:rFonts w:hint="eastAsia"/>
              </w:rPr>
            </w:pPr>
            <w:r w:rsidRPr="004737FB">
              <w:rPr>
                <w:rFonts w:hint="eastAsia"/>
              </w:rPr>
              <w:t>実面積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vAlign w:val="center"/>
          </w:tcPr>
          <w:p w:rsidR="00B304E1" w:rsidRPr="004737FB" w:rsidRDefault="00B304E1" w:rsidP="00535E2D">
            <w:pPr>
              <w:jc w:val="center"/>
              <w:rPr>
                <w:rFonts w:hint="eastAsia"/>
              </w:rPr>
            </w:pPr>
            <w:r w:rsidRPr="004737FB">
              <w:rPr>
                <w:rFonts w:hint="eastAsia"/>
              </w:rPr>
              <w:t>必要な面積</w:t>
            </w:r>
          </w:p>
        </w:tc>
        <w:tc>
          <w:tcPr>
            <w:tcW w:w="917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304E1" w:rsidRPr="004737FB" w:rsidRDefault="00B304E1" w:rsidP="00535E2D">
            <w:pPr>
              <w:jc w:val="center"/>
              <w:rPr>
                <w:rFonts w:hint="eastAsia"/>
              </w:rPr>
            </w:pPr>
            <w:r w:rsidRPr="004737FB">
              <w:rPr>
                <w:rFonts w:hint="eastAsia"/>
              </w:rPr>
              <w:t>必要な面積の計算方法</w:t>
            </w:r>
          </w:p>
        </w:tc>
      </w:tr>
      <w:tr w:rsidR="004737FB" w:rsidRPr="004737FB" w:rsidTr="004737FB">
        <w:trPr>
          <w:trHeight w:val="413"/>
        </w:trPr>
        <w:tc>
          <w:tcPr>
            <w:tcW w:w="1249" w:type="dxa"/>
            <w:vMerge/>
            <w:tcBorders>
              <w:left w:val="single" w:sz="8" w:space="0" w:color="auto"/>
            </w:tcBorders>
            <w:vAlign w:val="center"/>
          </w:tcPr>
          <w:p w:rsidR="00B304E1" w:rsidRPr="004737FB" w:rsidRDefault="00B304E1" w:rsidP="00535E2D">
            <w:pPr>
              <w:jc w:val="center"/>
              <w:rPr>
                <w:rFonts w:hint="eastAsia"/>
              </w:rPr>
            </w:pPr>
          </w:p>
        </w:tc>
        <w:tc>
          <w:tcPr>
            <w:tcW w:w="1336" w:type="dxa"/>
            <w:vAlign w:val="center"/>
          </w:tcPr>
          <w:p w:rsidR="001E64E0" w:rsidRPr="004737FB" w:rsidRDefault="00B304E1" w:rsidP="00B304E1">
            <w:pPr>
              <w:rPr>
                <w:rFonts w:hint="eastAsia"/>
              </w:rPr>
            </w:pPr>
            <w:r w:rsidRPr="004737FB">
              <w:rPr>
                <w:rFonts w:hint="eastAsia"/>
              </w:rPr>
              <w:t>園舎</w:t>
            </w:r>
          </w:p>
          <w:p w:rsidR="00B304E1" w:rsidRPr="004737FB" w:rsidRDefault="001E64E0" w:rsidP="00B304E1">
            <w:pPr>
              <w:rPr>
                <w:rFonts w:hint="eastAsia"/>
                <w:sz w:val="16"/>
                <w:szCs w:val="16"/>
              </w:rPr>
            </w:pPr>
            <w:r w:rsidRPr="004737FB">
              <w:rPr>
                <w:rFonts w:hint="eastAsia"/>
                <w:sz w:val="16"/>
                <w:szCs w:val="16"/>
              </w:rPr>
              <w:t>※建物登記面積をベースとする</w:t>
            </w:r>
            <w:r w:rsidR="00707432" w:rsidRPr="004737FB">
              <w:rPr>
                <w:rFonts w:hint="eastAsia"/>
                <w:sz w:val="16"/>
                <w:szCs w:val="16"/>
              </w:rPr>
              <w:t>こと</w:t>
            </w:r>
            <w:r w:rsidRPr="004737FB">
              <w:rPr>
                <w:rFonts w:hint="eastAsia"/>
                <w:sz w:val="16"/>
                <w:szCs w:val="16"/>
              </w:rPr>
              <w:t>。</w:t>
            </w:r>
          </w:p>
        </w:tc>
        <w:tc>
          <w:tcPr>
            <w:tcW w:w="1374" w:type="dxa"/>
            <w:vAlign w:val="center"/>
          </w:tcPr>
          <w:p w:rsidR="00B304E1" w:rsidRPr="004737FB" w:rsidRDefault="00B304E1" w:rsidP="00535E2D">
            <w:pPr>
              <w:jc w:val="right"/>
              <w:rPr>
                <w:rFonts w:hint="eastAsia"/>
              </w:rPr>
            </w:pPr>
            <w:r w:rsidRPr="004737FB">
              <w:rPr>
                <w:rFonts w:hint="eastAsia"/>
              </w:rPr>
              <w:t>㎡</w:t>
            </w:r>
          </w:p>
        </w:tc>
        <w:tc>
          <w:tcPr>
            <w:tcW w:w="1418" w:type="dxa"/>
            <w:vAlign w:val="center"/>
          </w:tcPr>
          <w:p w:rsidR="00B304E1" w:rsidRPr="004737FB" w:rsidRDefault="00B304E1" w:rsidP="00535E2D">
            <w:pPr>
              <w:jc w:val="right"/>
              <w:rPr>
                <w:rFonts w:hint="eastAsia"/>
              </w:rPr>
            </w:pPr>
            <w:r w:rsidRPr="004737FB">
              <w:rPr>
                <w:rFonts w:hint="eastAsia"/>
              </w:rPr>
              <w:t>㎡</w:t>
            </w:r>
          </w:p>
        </w:tc>
        <w:tc>
          <w:tcPr>
            <w:tcW w:w="9173" w:type="dxa"/>
            <w:tcBorders>
              <w:right w:val="single" w:sz="8" w:space="0" w:color="auto"/>
            </w:tcBorders>
            <w:vAlign w:val="center"/>
          </w:tcPr>
          <w:p w:rsidR="001E6590" w:rsidRPr="004737FB" w:rsidRDefault="001E6590" w:rsidP="00D83CE7">
            <w:pPr>
              <w:rPr>
                <w:rFonts w:hint="eastAsia"/>
              </w:rPr>
            </w:pPr>
            <w:r w:rsidRPr="004737FB">
              <w:rPr>
                <w:rFonts w:hint="eastAsia"/>
              </w:rPr>
              <w:t>学級数に応じて</w:t>
            </w:r>
          </w:p>
          <w:p w:rsidR="001E6590" w:rsidRPr="004737FB" w:rsidRDefault="001E6590" w:rsidP="00D83CE7">
            <w:pPr>
              <w:rPr>
                <w:rFonts w:hint="eastAsia"/>
              </w:rPr>
            </w:pPr>
            <w:r w:rsidRPr="004737FB">
              <w:rPr>
                <w:rFonts w:hint="eastAsia"/>
              </w:rPr>
              <w:t xml:space="preserve">　・</w:t>
            </w:r>
            <w:r w:rsidR="00B304E1" w:rsidRPr="004737FB">
              <w:rPr>
                <w:rFonts w:hint="eastAsia"/>
              </w:rPr>
              <w:t>１学級＝180</w:t>
            </w:r>
            <w:r w:rsidRPr="004737FB">
              <w:rPr>
                <w:rFonts w:hint="eastAsia"/>
              </w:rPr>
              <w:t>㎡</w:t>
            </w:r>
          </w:p>
          <w:p w:rsidR="00B304E1" w:rsidRPr="004737FB" w:rsidRDefault="001E6590" w:rsidP="00D83CE7">
            <w:pPr>
              <w:rPr>
                <w:rFonts w:hint="eastAsia"/>
              </w:rPr>
            </w:pPr>
            <w:r w:rsidRPr="004737FB">
              <w:rPr>
                <w:rFonts w:hint="eastAsia"/>
              </w:rPr>
              <w:t xml:space="preserve">　・</w:t>
            </w:r>
            <w:r w:rsidR="00B304E1" w:rsidRPr="004737FB">
              <w:rPr>
                <w:rFonts w:hint="eastAsia"/>
              </w:rPr>
              <w:t>２学級以上＝320＋100</w:t>
            </w:r>
            <w:r w:rsidR="00C74983" w:rsidRPr="004737FB">
              <w:rPr>
                <w:rFonts w:hint="eastAsia"/>
              </w:rPr>
              <w:t>×（学級数－</w:t>
            </w:r>
            <w:r w:rsidR="00B304E1" w:rsidRPr="004737FB">
              <w:rPr>
                <w:rFonts w:hint="eastAsia"/>
              </w:rPr>
              <w:t>２）㎡</w:t>
            </w:r>
          </w:p>
          <w:p w:rsidR="00B304E1" w:rsidRPr="004737FB" w:rsidRDefault="00B304E1" w:rsidP="0059077E">
            <w:pPr>
              <w:ind w:left="386" w:hangingChars="200" w:hanging="386"/>
              <w:rPr>
                <w:rFonts w:hint="eastAsia"/>
              </w:rPr>
            </w:pPr>
            <w:r w:rsidRPr="004737FB">
              <w:rPr>
                <w:rFonts w:hint="eastAsia"/>
              </w:rPr>
              <w:t>※　３歳未満の子どもが使用する面積（乳児室、ほふく室、保育室、遊戯室</w:t>
            </w:r>
            <w:r w:rsidR="0059077E" w:rsidRPr="004737FB">
              <w:rPr>
                <w:rFonts w:hint="eastAsia"/>
              </w:rPr>
              <w:t>、</w:t>
            </w:r>
            <w:r w:rsidR="00E7121F" w:rsidRPr="004737FB">
              <w:rPr>
                <w:rFonts w:hint="eastAsia"/>
              </w:rPr>
              <w:t>便所、</w:t>
            </w:r>
            <w:r w:rsidR="0059077E" w:rsidRPr="004737FB">
              <w:rPr>
                <w:rFonts w:hint="eastAsia"/>
              </w:rPr>
              <w:t>沐浴室、調乳室等</w:t>
            </w:r>
            <w:r w:rsidRPr="004737FB">
              <w:rPr>
                <w:rFonts w:hint="eastAsia"/>
              </w:rPr>
              <w:t>）は除く。</w:t>
            </w:r>
          </w:p>
          <w:p w:rsidR="001E6590" w:rsidRPr="004737FB" w:rsidRDefault="00B304E1" w:rsidP="00D83CE7">
            <w:pPr>
              <w:rPr>
                <w:rFonts w:hint="eastAsia"/>
              </w:rPr>
            </w:pPr>
            <w:r w:rsidRPr="004737FB">
              <w:rPr>
                <w:rFonts w:hint="eastAsia"/>
              </w:rPr>
              <w:t>※　既存施設が認定を受ける場合（保育所型、地方裁量型の場合に限る）は、</w:t>
            </w:r>
            <w:r w:rsidR="001E6590" w:rsidRPr="004737FB">
              <w:rPr>
                <w:rFonts w:hint="eastAsia"/>
              </w:rPr>
              <w:t>「</w:t>
            </w:r>
            <w:r w:rsidR="00C74983" w:rsidRPr="004737FB">
              <w:rPr>
                <w:rFonts w:hint="eastAsia"/>
              </w:rPr>
              <w:t>保育室又は遊戯室</w:t>
            </w:r>
            <w:r w:rsidR="001E6590" w:rsidRPr="004737FB">
              <w:rPr>
                <w:rFonts w:hint="eastAsia"/>
              </w:rPr>
              <w:t>」</w:t>
            </w:r>
            <w:r w:rsidR="00C74983" w:rsidRPr="004737FB">
              <w:rPr>
                <w:rFonts w:hint="eastAsia"/>
              </w:rPr>
              <w:t>の</w:t>
            </w:r>
          </w:p>
          <w:p w:rsidR="00B304E1" w:rsidRPr="004737FB" w:rsidRDefault="001E6590" w:rsidP="00D83CE7">
            <w:pPr>
              <w:rPr>
                <w:rFonts w:hint="eastAsia"/>
              </w:rPr>
            </w:pPr>
            <w:r w:rsidRPr="004737FB">
              <w:rPr>
                <w:rFonts w:hint="eastAsia"/>
              </w:rPr>
              <w:t xml:space="preserve">　　</w:t>
            </w:r>
            <w:r w:rsidR="00C74983" w:rsidRPr="004737FB">
              <w:rPr>
                <w:rFonts w:hint="eastAsia"/>
              </w:rPr>
              <w:t>面積が、</w:t>
            </w:r>
            <w:r w:rsidRPr="004737FB">
              <w:rPr>
                <w:rFonts w:hint="eastAsia"/>
              </w:rPr>
              <w:t>基準（</w:t>
            </w:r>
            <w:r w:rsidR="00B304E1" w:rsidRPr="004737FB">
              <w:rPr>
                <w:rFonts w:hint="eastAsia"/>
              </w:rPr>
              <w:t>満２歳以上の子どもの数×</w:t>
            </w:r>
            <w:bookmarkStart w:id="0" w:name="_GoBack"/>
            <w:bookmarkEnd w:id="0"/>
            <w:r w:rsidR="00B304E1" w:rsidRPr="004737FB">
              <w:rPr>
                <w:rFonts w:hint="eastAsia"/>
              </w:rPr>
              <w:t>1.98㎡</w:t>
            </w:r>
            <w:r w:rsidRPr="004737FB">
              <w:rPr>
                <w:rFonts w:hint="eastAsia"/>
              </w:rPr>
              <w:t>）</w:t>
            </w:r>
            <w:r w:rsidR="00B304E1" w:rsidRPr="004737FB">
              <w:rPr>
                <w:rFonts w:hint="eastAsia"/>
              </w:rPr>
              <w:t>を満たせばよい。</w:t>
            </w:r>
          </w:p>
        </w:tc>
      </w:tr>
      <w:tr w:rsidR="004737FB" w:rsidRPr="004737FB" w:rsidTr="004737FB">
        <w:trPr>
          <w:trHeight w:val="197"/>
        </w:trPr>
        <w:tc>
          <w:tcPr>
            <w:tcW w:w="1249" w:type="dxa"/>
            <w:vMerge/>
            <w:tcBorders>
              <w:left w:val="single" w:sz="8" w:space="0" w:color="auto"/>
            </w:tcBorders>
            <w:vAlign w:val="center"/>
          </w:tcPr>
          <w:p w:rsidR="00B304E1" w:rsidRPr="004737FB" w:rsidRDefault="00B304E1" w:rsidP="00535E2D">
            <w:pPr>
              <w:jc w:val="center"/>
              <w:rPr>
                <w:rFonts w:hint="eastAsia"/>
              </w:rPr>
            </w:pPr>
          </w:p>
        </w:tc>
        <w:tc>
          <w:tcPr>
            <w:tcW w:w="1336" w:type="dxa"/>
            <w:vAlign w:val="center"/>
          </w:tcPr>
          <w:p w:rsidR="00B304E1" w:rsidRPr="004737FB" w:rsidRDefault="00B304E1" w:rsidP="00B304E1">
            <w:r w:rsidRPr="004737FB">
              <w:rPr>
                <w:rFonts w:hint="eastAsia"/>
              </w:rPr>
              <w:t>乳児室・</w:t>
            </w:r>
          </w:p>
          <w:p w:rsidR="00B304E1" w:rsidRPr="004737FB" w:rsidRDefault="00B304E1" w:rsidP="00B304E1">
            <w:pPr>
              <w:rPr>
                <w:rFonts w:hint="eastAsia"/>
              </w:rPr>
            </w:pPr>
            <w:r w:rsidRPr="004737FB">
              <w:rPr>
                <w:rFonts w:hint="eastAsia"/>
              </w:rPr>
              <w:t>ほふく室</w:t>
            </w:r>
          </w:p>
        </w:tc>
        <w:tc>
          <w:tcPr>
            <w:tcW w:w="1374" w:type="dxa"/>
            <w:vAlign w:val="center"/>
          </w:tcPr>
          <w:p w:rsidR="00B304E1" w:rsidRPr="004737FB" w:rsidRDefault="00B304E1" w:rsidP="00535E2D">
            <w:pPr>
              <w:jc w:val="right"/>
              <w:rPr>
                <w:rFonts w:hint="eastAsia"/>
              </w:rPr>
            </w:pPr>
            <w:r w:rsidRPr="004737FB">
              <w:rPr>
                <w:rFonts w:hint="eastAsia"/>
              </w:rPr>
              <w:t>㎡</w:t>
            </w:r>
          </w:p>
          <w:p w:rsidR="00D047A7" w:rsidRPr="004737FB" w:rsidRDefault="00D047A7" w:rsidP="00535E2D">
            <w:pPr>
              <w:jc w:val="right"/>
              <w:rPr>
                <w:rFonts w:hint="eastAsia"/>
              </w:rPr>
            </w:pPr>
            <w:r w:rsidRPr="004737FB">
              <w:rPr>
                <w:rFonts w:hint="eastAsia"/>
              </w:rPr>
              <w:t>※有効面積</w:t>
            </w:r>
          </w:p>
        </w:tc>
        <w:tc>
          <w:tcPr>
            <w:tcW w:w="1418" w:type="dxa"/>
            <w:vAlign w:val="center"/>
          </w:tcPr>
          <w:p w:rsidR="00B304E1" w:rsidRPr="004737FB" w:rsidRDefault="00B304E1" w:rsidP="00535E2D">
            <w:pPr>
              <w:jc w:val="right"/>
              <w:rPr>
                <w:rFonts w:hint="eastAsia"/>
              </w:rPr>
            </w:pPr>
            <w:r w:rsidRPr="004737FB">
              <w:rPr>
                <w:rFonts w:hint="eastAsia"/>
              </w:rPr>
              <w:t>㎡</w:t>
            </w:r>
          </w:p>
        </w:tc>
        <w:tc>
          <w:tcPr>
            <w:tcW w:w="9173" w:type="dxa"/>
            <w:tcBorders>
              <w:right w:val="single" w:sz="8" w:space="0" w:color="auto"/>
            </w:tcBorders>
            <w:vAlign w:val="center"/>
          </w:tcPr>
          <w:p w:rsidR="00B304E1" w:rsidRPr="004737FB" w:rsidRDefault="00B304E1" w:rsidP="00DC1475">
            <w:pPr>
              <w:rPr>
                <w:rFonts w:hint="eastAsia"/>
              </w:rPr>
            </w:pPr>
            <w:r w:rsidRPr="004737FB">
              <w:rPr>
                <w:rFonts w:hint="eastAsia"/>
              </w:rPr>
              <w:t>２歳未満の子どもの数×3.3㎡</w:t>
            </w:r>
          </w:p>
        </w:tc>
      </w:tr>
      <w:tr w:rsidR="004737FB" w:rsidRPr="004737FB" w:rsidTr="004737FB">
        <w:trPr>
          <w:trHeight w:val="413"/>
        </w:trPr>
        <w:tc>
          <w:tcPr>
            <w:tcW w:w="1249" w:type="dxa"/>
            <w:vMerge/>
            <w:tcBorders>
              <w:left w:val="single" w:sz="8" w:space="0" w:color="auto"/>
            </w:tcBorders>
            <w:vAlign w:val="center"/>
          </w:tcPr>
          <w:p w:rsidR="00B304E1" w:rsidRPr="004737FB" w:rsidRDefault="00B304E1" w:rsidP="00535E2D">
            <w:pPr>
              <w:jc w:val="center"/>
              <w:rPr>
                <w:rFonts w:hint="eastAsia"/>
              </w:rPr>
            </w:pPr>
          </w:p>
        </w:tc>
        <w:tc>
          <w:tcPr>
            <w:tcW w:w="1336" w:type="dxa"/>
            <w:vAlign w:val="center"/>
          </w:tcPr>
          <w:p w:rsidR="00B304E1" w:rsidRPr="004737FB" w:rsidRDefault="00B304E1" w:rsidP="00B304E1">
            <w:pPr>
              <w:rPr>
                <w:rFonts w:hint="eastAsia"/>
              </w:rPr>
            </w:pPr>
            <w:r w:rsidRPr="004737FB">
              <w:rPr>
                <w:rFonts w:hint="eastAsia"/>
              </w:rPr>
              <w:t>保育室・</w:t>
            </w:r>
          </w:p>
          <w:p w:rsidR="00B304E1" w:rsidRPr="004737FB" w:rsidRDefault="00B304E1" w:rsidP="00B304E1">
            <w:pPr>
              <w:rPr>
                <w:rFonts w:hint="eastAsia"/>
              </w:rPr>
            </w:pPr>
            <w:r w:rsidRPr="004737FB">
              <w:rPr>
                <w:rFonts w:hint="eastAsia"/>
              </w:rPr>
              <w:t>遊戯室</w:t>
            </w:r>
          </w:p>
        </w:tc>
        <w:tc>
          <w:tcPr>
            <w:tcW w:w="1374" w:type="dxa"/>
            <w:vAlign w:val="center"/>
          </w:tcPr>
          <w:p w:rsidR="00B304E1" w:rsidRPr="004737FB" w:rsidRDefault="00B304E1" w:rsidP="00535E2D">
            <w:pPr>
              <w:jc w:val="right"/>
              <w:rPr>
                <w:rFonts w:hint="eastAsia"/>
              </w:rPr>
            </w:pPr>
            <w:r w:rsidRPr="004737FB">
              <w:rPr>
                <w:rFonts w:hint="eastAsia"/>
              </w:rPr>
              <w:t>㎡</w:t>
            </w:r>
          </w:p>
          <w:p w:rsidR="00D047A7" w:rsidRPr="004737FB" w:rsidRDefault="00D047A7" w:rsidP="00535E2D">
            <w:pPr>
              <w:jc w:val="right"/>
              <w:rPr>
                <w:rFonts w:hint="eastAsia"/>
              </w:rPr>
            </w:pPr>
            <w:r w:rsidRPr="004737FB">
              <w:rPr>
                <w:rFonts w:hint="eastAsia"/>
              </w:rPr>
              <w:t>※有効面積</w:t>
            </w:r>
          </w:p>
        </w:tc>
        <w:tc>
          <w:tcPr>
            <w:tcW w:w="1418" w:type="dxa"/>
            <w:vAlign w:val="center"/>
          </w:tcPr>
          <w:p w:rsidR="00B304E1" w:rsidRPr="004737FB" w:rsidRDefault="00B304E1" w:rsidP="00535E2D">
            <w:pPr>
              <w:jc w:val="right"/>
              <w:rPr>
                <w:rFonts w:hint="eastAsia"/>
              </w:rPr>
            </w:pPr>
            <w:r w:rsidRPr="004737FB">
              <w:rPr>
                <w:rFonts w:hint="eastAsia"/>
              </w:rPr>
              <w:t>㎡</w:t>
            </w:r>
          </w:p>
        </w:tc>
        <w:tc>
          <w:tcPr>
            <w:tcW w:w="9173" w:type="dxa"/>
            <w:tcBorders>
              <w:right w:val="single" w:sz="8" w:space="0" w:color="auto"/>
            </w:tcBorders>
            <w:vAlign w:val="center"/>
          </w:tcPr>
          <w:p w:rsidR="00B304E1" w:rsidRPr="004737FB" w:rsidRDefault="00B304E1" w:rsidP="00D83CE7">
            <w:pPr>
              <w:rPr>
                <w:rFonts w:hint="eastAsia"/>
              </w:rPr>
            </w:pPr>
            <w:r w:rsidRPr="004737FB">
              <w:rPr>
                <w:rFonts w:hint="eastAsia"/>
              </w:rPr>
              <w:t>２歳以上の子どもの数×1.98㎡</w:t>
            </w:r>
          </w:p>
          <w:p w:rsidR="001E6590" w:rsidRPr="004737FB" w:rsidRDefault="00B304E1" w:rsidP="00D83CE7">
            <w:pPr>
              <w:rPr>
                <w:rFonts w:hint="eastAsia"/>
              </w:rPr>
            </w:pPr>
            <w:r w:rsidRPr="004737FB">
              <w:rPr>
                <w:rFonts w:hint="eastAsia"/>
              </w:rPr>
              <w:t>※　既存施設が認定を受ける場合（幼稚園型、地方裁量型の場合に限る）は</w:t>
            </w:r>
            <w:r w:rsidR="001E6590" w:rsidRPr="004737FB">
              <w:rPr>
                <w:rFonts w:hint="eastAsia"/>
              </w:rPr>
              <w:t>、</w:t>
            </w:r>
            <w:r w:rsidRPr="004737FB">
              <w:rPr>
                <w:rFonts w:hint="eastAsia"/>
              </w:rPr>
              <w:t>「園舎」の</w:t>
            </w:r>
            <w:r w:rsidR="001E6590" w:rsidRPr="004737FB">
              <w:rPr>
                <w:rFonts w:hint="eastAsia"/>
              </w:rPr>
              <w:t>面積が、</w:t>
            </w:r>
            <w:r w:rsidRPr="004737FB">
              <w:rPr>
                <w:rFonts w:hint="eastAsia"/>
              </w:rPr>
              <w:t>基準</w:t>
            </w:r>
          </w:p>
          <w:p w:rsidR="001E6590" w:rsidRPr="004737FB" w:rsidRDefault="001E6590" w:rsidP="00D83CE7">
            <w:pPr>
              <w:rPr>
                <w:rFonts w:hint="eastAsia"/>
              </w:rPr>
            </w:pPr>
            <w:r w:rsidRPr="004737FB">
              <w:rPr>
                <w:rFonts w:hint="eastAsia"/>
              </w:rPr>
              <w:t>（１学級＝180㎡　　２学級以上＝320＋100×（学級数－２）㎡　　※３歳未満の子どもが使用す</w:t>
            </w:r>
          </w:p>
          <w:p w:rsidR="00B304E1" w:rsidRPr="004737FB" w:rsidRDefault="001E6590" w:rsidP="00D83CE7">
            <w:pPr>
              <w:rPr>
                <w:rFonts w:hint="eastAsia"/>
              </w:rPr>
            </w:pPr>
            <w:r w:rsidRPr="004737FB">
              <w:rPr>
                <w:rFonts w:hint="eastAsia"/>
              </w:rPr>
              <w:t>る面積（乳児室、ほふく室、保育室、遊戯室</w:t>
            </w:r>
            <w:r w:rsidR="00826183" w:rsidRPr="004737FB">
              <w:rPr>
                <w:rFonts w:hint="eastAsia"/>
              </w:rPr>
              <w:t>、</w:t>
            </w:r>
            <w:r w:rsidR="00E7121F" w:rsidRPr="004737FB">
              <w:rPr>
                <w:rFonts w:hint="eastAsia"/>
              </w:rPr>
              <w:t>便所、</w:t>
            </w:r>
            <w:r w:rsidR="00826183" w:rsidRPr="004737FB">
              <w:rPr>
                <w:rFonts w:hint="eastAsia"/>
              </w:rPr>
              <w:t>沐浴室、調乳室等</w:t>
            </w:r>
            <w:r w:rsidRPr="004737FB">
              <w:rPr>
                <w:rFonts w:hint="eastAsia"/>
              </w:rPr>
              <w:t>）は除く。）</w:t>
            </w:r>
            <w:r w:rsidR="00B304E1" w:rsidRPr="004737FB">
              <w:rPr>
                <w:rFonts w:hint="eastAsia"/>
              </w:rPr>
              <w:t>を満たせばよい。</w:t>
            </w:r>
          </w:p>
        </w:tc>
      </w:tr>
      <w:tr w:rsidR="00B304E1" w:rsidTr="004737FB">
        <w:trPr>
          <w:trHeight w:val="413"/>
        </w:trPr>
        <w:tc>
          <w:tcPr>
            <w:tcW w:w="1249" w:type="dxa"/>
            <w:vMerge/>
            <w:tcBorders>
              <w:left w:val="single" w:sz="8" w:space="0" w:color="auto"/>
            </w:tcBorders>
            <w:vAlign w:val="center"/>
          </w:tcPr>
          <w:p w:rsidR="00B304E1" w:rsidRDefault="00B304E1" w:rsidP="00535E2D">
            <w:pPr>
              <w:jc w:val="center"/>
              <w:rPr>
                <w:rFonts w:hint="eastAsia"/>
              </w:rPr>
            </w:pPr>
          </w:p>
        </w:tc>
        <w:tc>
          <w:tcPr>
            <w:tcW w:w="1336" w:type="dxa"/>
            <w:vAlign w:val="center"/>
          </w:tcPr>
          <w:p w:rsidR="00B304E1" w:rsidRDefault="00B304E1" w:rsidP="00B304E1">
            <w:pPr>
              <w:rPr>
                <w:rFonts w:hint="eastAsia"/>
              </w:rPr>
            </w:pPr>
            <w:r>
              <w:rPr>
                <w:rFonts w:hint="eastAsia"/>
              </w:rPr>
              <w:t>屋外遊戯場</w:t>
            </w:r>
          </w:p>
          <w:p w:rsidR="00B304E1" w:rsidRDefault="00B304E1" w:rsidP="00B304E1">
            <w:pPr>
              <w:rPr>
                <w:rFonts w:hint="eastAsia"/>
              </w:rPr>
            </w:pPr>
            <w:r>
              <w:rPr>
                <w:rFonts w:hint="eastAsia"/>
              </w:rPr>
              <w:t>・　運動場</w:t>
            </w:r>
          </w:p>
        </w:tc>
        <w:tc>
          <w:tcPr>
            <w:tcW w:w="1374" w:type="dxa"/>
            <w:vAlign w:val="center"/>
          </w:tcPr>
          <w:p w:rsidR="00B304E1" w:rsidRDefault="00B304E1" w:rsidP="00535E2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㎡</w:t>
            </w:r>
          </w:p>
        </w:tc>
        <w:tc>
          <w:tcPr>
            <w:tcW w:w="1418" w:type="dxa"/>
            <w:vAlign w:val="center"/>
          </w:tcPr>
          <w:p w:rsidR="00B304E1" w:rsidRDefault="00B304E1" w:rsidP="00535E2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㎡</w:t>
            </w:r>
          </w:p>
        </w:tc>
        <w:tc>
          <w:tcPr>
            <w:tcW w:w="9173" w:type="dxa"/>
            <w:tcBorders>
              <w:right w:val="single" w:sz="8" w:space="0" w:color="auto"/>
            </w:tcBorders>
            <w:vAlign w:val="center"/>
          </w:tcPr>
          <w:p w:rsidR="00B304E1" w:rsidRDefault="00B304E1" w:rsidP="00D83CE7">
            <w:pPr>
              <w:rPr>
                <w:rFonts w:hint="eastAsia"/>
              </w:rPr>
            </w:pPr>
            <w:r>
              <w:rPr>
                <w:rFonts w:hint="eastAsia"/>
              </w:rPr>
              <w:t>次のア及びイのいずれも満たすことが必要。</w:t>
            </w:r>
          </w:p>
          <w:p w:rsidR="00B304E1" w:rsidRDefault="005E188C" w:rsidP="00D83CE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ア　</w:t>
            </w:r>
            <w:r w:rsidR="00B304E1">
              <w:rPr>
                <w:rFonts w:hint="eastAsia"/>
              </w:rPr>
              <w:t>２歳以上の子どもの数×3.3㎡</w:t>
            </w:r>
          </w:p>
          <w:p w:rsidR="00B304E1" w:rsidRDefault="00B304E1" w:rsidP="00D83CE7">
            <w:pPr>
              <w:rPr>
                <w:rFonts w:hint="eastAsia"/>
              </w:rPr>
            </w:pPr>
            <w:r>
              <w:rPr>
                <w:rFonts w:hint="eastAsia"/>
              </w:rPr>
              <w:t>イ　学級数に応じて</w:t>
            </w:r>
          </w:p>
          <w:p w:rsidR="00B304E1" w:rsidRDefault="00D83CE7" w:rsidP="00D83CE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B304E1">
              <w:rPr>
                <w:rFonts w:hint="eastAsia"/>
              </w:rPr>
              <w:t>・２学級以下＝330＋30</w:t>
            </w:r>
            <w:r w:rsidR="00C74983">
              <w:rPr>
                <w:rFonts w:hint="eastAsia"/>
              </w:rPr>
              <w:t>×（学級数－</w:t>
            </w:r>
            <w:r w:rsidR="0093243E">
              <w:rPr>
                <w:rFonts w:hint="eastAsia"/>
              </w:rPr>
              <w:t>１）</w:t>
            </w:r>
            <w:r w:rsidR="002613FC">
              <w:rPr>
                <w:rFonts w:hint="eastAsia"/>
              </w:rPr>
              <w:t xml:space="preserve">㎡　</w:t>
            </w:r>
            <w:r w:rsidR="0093243E">
              <w:rPr>
                <w:rFonts w:hint="eastAsia"/>
              </w:rPr>
              <w:t>＋２歳以上３歳未満の子どもの数</w:t>
            </w:r>
            <w:r w:rsidR="00B304E1">
              <w:rPr>
                <w:rFonts w:hint="eastAsia"/>
              </w:rPr>
              <w:t>×3.3㎡</w:t>
            </w:r>
          </w:p>
          <w:p w:rsidR="00B304E1" w:rsidRDefault="00D83CE7" w:rsidP="00D83CE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B304E1">
              <w:rPr>
                <w:rFonts w:hint="eastAsia"/>
              </w:rPr>
              <w:t>・３学級以上＝400＋80</w:t>
            </w:r>
            <w:r w:rsidR="00C74983">
              <w:rPr>
                <w:rFonts w:hint="eastAsia"/>
              </w:rPr>
              <w:t>×（学級数－</w:t>
            </w:r>
            <w:r w:rsidR="00B304E1">
              <w:rPr>
                <w:rFonts w:hint="eastAsia"/>
              </w:rPr>
              <w:t>３）</w:t>
            </w:r>
            <w:r w:rsidR="002613FC">
              <w:rPr>
                <w:rFonts w:hint="eastAsia"/>
              </w:rPr>
              <w:t xml:space="preserve">㎡　</w:t>
            </w:r>
            <w:r w:rsidR="00B304E1">
              <w:rPr>
                <w:rFonts w:hint="eastAsia"/>
              </w:rPr>
              <w:t>＋</w:t>
            </w:r>
            <w:r w:rsidR="0093243E">
              <w:rPr>
                <w:rFonts w:hint="eastAsia"/>
              </w:rPr>
              <w:t>２歳以上３歳未満の子どもの数</w:t>
            </w:r>
            <w:r w:rsidR="00B304E1">
              <w:rPr>
                <w:rFonts w:hint="eastAsia"/>
              </w:rPr>
              <w:t>×3.3㎡</w:t>
            </w:r>
          </w:p>
          <w:p w:rsidR="00D83CE7" w:rsidRDefault="00B304E1" w:rsidP="00D83CE7">
            <w:pPr>
              <w:rPr>
                <w:rFonts w:hint="eastAsia"/>
              </w:rPr>
            </w:pPr>
            <w:r>
              <w:rPr>
                <w:rFonts w:hint="eastAsia"/>
              </w:rPr>
              <w:t>※　既存施設が認定を受ける場合（保育所型、地方裁量</w:t>
            </w:r>
            <w:r w:rsidR="00D83CE7">
              <w:rPr>
                <w:rFonts w:hint="eastAsia"/>
              </w:rPr>
              <w:t>型の場合に限る）は、アの要件を</w:t>
            </w:r>
            <w:r>
              <w:rPr>
                <w:rFonts w:hint="eastAsia"/>
              </w:rPr>
              <w:t>満たせばイの</w:t>
            </w:r>
          </w:p>
          <w:p w:rsidR="00B304E1" w:rsidRDefault="00D83CE7" w:rsidP="00D83CE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B304E1">
              <w:rPr>
                <w:rFonts w:hint="eastAsia"/>
              </w:rPr>
              <w:t>要件を満たす必要はない。</w:t>
            </w:r>
          </w:p>
          <w:p w:rsidR="00D83CE7" w:rsidRDefault="00D83CE7" w:rsidP="00D83CE7">
            <w:pPr>
              <w:rPr>
                <w:rFonts w:hint="eastAsia"/>
              </w:rPr>
            </w:pPr>
            <w:r>
              <w:rPr>
                <w:rFonts w:hint="eastAsia"/>
              </w:rPr>
              <w:t>※　既存施設が認定を受ける場合（</w:t>
            </w:r>
            <w:r w:rsidR="00B304E1">
              <w:rPr>
                <w:rFonts w:hint="eastAsia"/>
              </w:rPr>
              <w:t>幼稚園型、地方裁量型の場合に限る）は、イの要件を満たせばアの</w:t>
            </w:r>
          </w:p>
          <w:p w:rsidR="00B304E1" w:rsidRDefault="00D83CE7" w:rsidP="00D83CE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33105A">
              <w:rPr>
                <w:rFonts w:hint="eastAsia"/>
              </w:rPr>
              <w:t xml:space="preserve">　</w:t>
            </w:r>
            <w:r w:rsidR="00B304E1">
              <w:rPr>
                <w:rFonts w:hint="eastAsia"/>
              </w:rPr>
              <w:t>要件を満たす必要はない。</w:t>
            </w:r>
          </w:p>
        </w:tc>
      </w:tr>
      <w:tr w:rsidR="00B304E1" w:rsidTr="004737FB">
        <w:trPr>
          <w:trHeight w:val="647"/>
        </w:trPr>
        <w:tc>
          <w:tcPr>
            <w:tcW w:w="1249" w:type="dxa"/>
            <w:tcBorders>
              <w:left w:val="single" w:sz="8" w:space="0" w:color="auto"/>
            </w:tcBorders>
            <w:vAlign w:val="center"/>
          </w:tcPr>
          <w:p w:rsidR="00B304E1" w:rsidRDefault="00B304E1" w:rsidP="00535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建物の配置</w:t>
            </w:r>
          </w:p>
        </w:tc>
        <w:tc>
          <w:tcPr>
            <w:tcW w:w="4128" w:type="dxa"/>
            <w:gridSpan w:val="3"/>
            <w:vAlign w:val="center"/>
          </w:tcPr>
          <w:p w:rsidR="00B304E1" w:rsidRDefault="00B304E1" w:rsidP="00535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□同一敷地内　□隣接敷地内　□分離設置</w:t>
            </w:r>
          </w:p>
        </w:tc>
        <w:tc>
          <w:tcPr>
            <w:tcW w:w="9173" w:type="dxa"/>
            <w:tcBorders>
              <w:right w:val="single" w:sz="8" w:space="0" w:color="auto"/>
            </w:tcBorders>
            <w:vAlign w:val="center"/>
          </w:tcPr>
          <w:p w:rsidR="00B304E1" w:rsidRDefault="00B304E1" w:rsidP="005D60C2">
            <w:pPr>
              <w:rPr>
                <w:rFonts w:hint="eastAsia"/>
              </w:rPr>
            </w:pPr>
            <w:r>
              <w:rPr>
                <w:rFonts w:hint="eastAsia"/>
              </w:rPr>
              <w:t>※　「分離設置」の場合は、規程第５条第１項に関する書類を添付してください。</w:t>
            </w:r>
          </w:p>
        </w:tc>
      </w:tr>
      <w:tr w:rsidR="00B304E1" w:rsidTr="004737FB">
        <w:trPr>
          <w:trHeight w:val="397"/>
        </w:trPr>
        <w:tc>
          <w:tcPr>
            <w:tcW w:w="1249" w:type="dxa"/>
            <w:tcBorders>
              <w:left w:val="single" w:sz="8" w:space="0" w:color="auto"/>
            </w:tcBorders>
            <w:vAlign w:val="center"/>
          </w:tcPr>
          <w:p w:rsidR="00B304E1" w:rsidRDefault="00B304E1" w:rsidP="00535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屋外遊戯場</w:t>
            </w:r>
          </w:p>
          <w:p w:rsidR="00B304E1" w:rsidRDefault="00C74983" w:rsidP="00535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配置の特</w:t>
            </w:r>
            <w:r w:rsidR="00B304E1">
              <w:rPr>
                <w:rFonts w:hint="eastAsia"/>
              </w:rPr>
              <w:t>例</w:t>
            </w:r>
          </w:p>
        </w:tc>
        <w:tc>
          <w:tcPr>
            <w:tcW w:w="4128" w:type="dxa"/>
            <w:gridSpan w:val="3"/>
            <w:vAlign w:val="center"/>
          </w:tcPr>
          <w:p w:rsidR="00B304E1" w:rsidRDefault="00B304E1" w:rsidP="00535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□有り　□無し</w:t>
            </w:r>
          </w:p>
        </w:tc>
        <w:tc>
          <w:tcPr>
            <w:tcW w:w="9173" w:type="dxa"/>
            <w:tcBorders>
              <w:right w:val="single" w:sz="8" w:space="0" w:color="auto"/>
            </w:tcBorders>
            <w:vAlign w:val="center"/>
          </w:tcPr>
          <w:p w:rsidR="00B304E1" w:rsidRDefault="00B304E1" w:rsidP="00D83CE7">
            <w:pPr>
              <w:rPr>
                <w:rFonts w:hint="eastAsia"/>
              </w:rPr>
            </w:pPr>
            <w:r>
              <w:rPr>
                <w:rFonts w:hint="eastAsia"/>
              </w:rPr>
              <w:t>※　「有り」の場合は、規程第５条第２項に関する書類を添付してください。</w:t>
            </w:r>
          </w:p>
        </w:tc>
      </w:tr>
      <w:tr w:rsidR="00B304E1" w:rsidTr="004737FB">
        <w:trPr>
          <w:trHeight w:val="80"/>
        </w:trPr>
        <w:tc>
          <w:tcPr>
            <w:tcW w:w="124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C74983" w:rsidRDefault="00C74983" w:rsidP="00535E2D">
            <w:pPr>
              <w:jc w:val="center"/>
              <w:rPr>
                <w:rFonts w:hint="eastAsia"/>
              </w:rPr>
            </w:pPr>
            <w:r w:rsidRPr="00535E2D">
              <w:rPr>
                <w:rFonts w:hint="eastAsia"/>
                <w:kern w:val="0"/>
              </w:rPr>
              <w:t>調理室設備</w:t>
            </w:r>
          </w:p>
          <w:p w:rsidR="00B304E1" w:rsidRDefault="00C74983" w:rsidP="00535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の　特　</w:t>
            </w:r>
            <w:r w:rsidR="00B304E1">
              <w:rPr>
                <w:rFonts w:hint="eastAsia"/>
              </w:rPr>
              <w:t>例</w:t>
            </w:r>
          </w:p>
        </w:tc>
        <w:tc>
          <w:tcPr>
            <w:tcW w:w="4128" w:type="dxa"/>
            <w:gridSpan w:val="3"/>
            <w:tcBorders>
              <w:bottom w:val="single" w:sz="8" w:space="0" w:color="auto"/>
            </w:tcBorders>
            <w:vAlign w:val="center"/>
          </w:tcPr>
          <w:p w:rsidR="00B304E1" w:rsidRDefault="00B304E1" w:rsidP="00535E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□有り　□無し</w:t>
            </w:r>
          </w:p>
        </w:tc>
        <w:tc>
          <w:tcPr>
            <w:tcW w:w="917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304E1" w:rsidRDefault="00B304E1" w:rsidP="00D83CE7">
            <w:pPr>
              <w:rPr>
                <w:rFonts w:hint="eastAsia"/>
              </w:rPr>
            </w:pPr>
            <w:r>
              <w:rPr>
                <w:rFonts w:hint="eastAsia"/>
              </w:rPr>
              <w:t>※　「有り」の場合は、規程第５条第３項に関する書類を添付してください。</w:t>
            </w:r>
          </w:p>
        </w:tc>
      </w:tr>
    </w:tbl>
    <w:p w:rsidR="00B304E1" w:rsidRDefault="00B304E1" w:rsidP="00FB11E5">
      <w:pPr>
        <w:rPr>
          <w:rFonts w:hint="eastAsia"/>
        </w:rPr>
      </w:pPr>
      <w:r>
        <w:rPr>
          <w:rFonts w:hint="eastAsia"/>
        </w:rPr>
        <w:t>※　施設の位置図、及び建物の平面図を添付してください。</w:t>
      </w:r>
    </w:p>
    <w:sectPr w:rsidR="00B304E1" w:rsidSect="009B7215">
      <w:pgSz w:w="16838" w:h="11906" w:orient="landscape" w:code="9"/>
      <w:pgMar w:top="1134" w:right="1134" w:bottom="1134" w:left="1134" w:header="567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EA6" w:rsidRDefault="00510EA6">
      <w:r>
        <w:separator/>
      </w:r>
    </w:p>
  </w:endnote>
  <w:endnote w:type="continuationSeparator" w:id="0">
    <w:p w:rsidR="00510EA6" w:rsidRDefault="00510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EA6" w:rsidRDefault="00510EA6">
      <w:r>
        <w:separator/>
      </w:r>
    </w:p>
  </w:footnote>
  <w:footnote w:type="continuationSeparator" w:id="0">
    <w:p w:rsidR="00510EA6" w:rsidRDefault="00510E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40B54"/>
    <w:multiLevelType w:val="hybridMultilevel"/>
    <w:tmpl w:val="347A805A"/>
    <w:lvl w:ilvl="0" w:tplc="6602D79C">
      <w:start w:val="1"/>
      <w:numFmt w:val="decimalEnclosedCircle"/>
      <w:lvlText w:val="%1"/>
      <w:lvlJc w:val="left"/>
      <w:pPr>
        <w:tabs>
          <w:tab w:val="num" w:pos="779"/>
        </w:tabs>
        <w:ind w:left="779" w:hanging="36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1" w15:restartNumberingAfterBreak="0">
    <w:nsid w:val="166C524D"/>
    <w:multiLevelType w:val="hybridMultilevel"/>
    <w:tmpl w:val="B7A0EE26"/>
    <w:lvl w:ilvl="0" w:tplc="F894EEDA">
      <w:start w:val="1"/>
      <w:numFmt w:val="bullet"/>
      <w:lvlText w:val="・"/>
      <w:lvlJc w:val="left"/>
      <w:pPr>
        <w:tabs>
          <w:tab w:val="num" w:pos="839"/>
        </w:tabs>
        <w:ind w:left="839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9"/>
        </w:tabs>
        <w:ind w:left="12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9"/>
        </w:tabs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9"/>
        </w:tabs>
        <w:ind w:left="20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9"/>
        </w:tabs>
        <w:ind w:left="2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9"/>
        </w:tabs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9"/>
        </w:tabs>
        <w:ind w:left="3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9"/>
        </w:tabs>
        <w:ind w:left="3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9"/>
        </w:tabs>
        <w:ind w:left="4199" w:hanging="420"/>
      </w:pPr>
      <w:rPr>
        <w:rFonts w:ascii="Wingdings" w:hAnsi="Wingdings" w:hint="default"/>
      </w:rPr>
    </w:lvl>
  </w:abstractNum>
  <w:abstractNum w:abstractNumId="2" w15:restartNumberingAfterBreak="0">
    <w:nsid w:val="1F91350F"/>
    <w:multiLevelType w:val="hybridMultilevel"/>
    <w:tmpl w:val="51EA0EF0"/>
    <w:lvl w:ilvl="0" w:tplc="15C2F28A">
      <w:start w:val="2"/>
      <w:numFmt w:val="decimalEnclosedCircle"/>
      <w:lvlText w:val="%1"/>
      <w:lvlJc w:val="left"/>
      <w:pPr>
        <w:tabs>
          <w:tab w:val="num" w:pos="776"/>
        </w:tabs>
        <w:ind w:left="776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6"/>
        </w:tabs>
        <w:ind w:left="122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6"/>
        </w:tabs>
        <w:ind w:left="164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6"/>
        </w:tabs>
        <w:ind w:left="206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6"/>
        </w:tabs>
        <w:ind w:left="248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6"/>
        </w:tabs>
        <w:ind w:left="290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6"/>
        </w:tabs>
        <w:ind w:left="332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6"/>
        </w:tabs>
        <w:ind w:left="374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6"/>
        </w:tabs>
        <w:ind w:left="4166" w:hanging="420"/>
      </w:pPr>
    </w:lvl>
  </w:abstractNum>
  <w:abstractNum w:abstractNumId="3" w15:restartNumberingAfterBreak="0">
    <w:nsid w:val="2A8025A6"/>
    <w:multiLevelType w:val="hybridMultilevel"/>
    <w:tmpl w:val="04BE4182"/>
    <w:lvl w:ilvl="0" w:tplc="59C8AA8A">
      <w:start w:val="2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4" w15:restartNumberingAfterBreak="0">
    <w:nsid w:val="2CA27614"/>
    <w:multiLevelType w:val="hybridMultilevel"/>
    <w:tmpl w:val="1D6CFA64"/>
    <w:lvl w:ilvl="0" w:tplc="D270B8EE">
      <w:start w:val="2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5" w15:restartNumberingAfterBreak="0">
    <w:nsid w:val="2CA8658F"/>
    <w:multiLevelType w:val="hybridMultilevel"/>
    <w:tmpl w:val="11901B04"/>
    <w:lvl w:ilvl="0" w:tplc="F12852EE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37172C70"/>
    <w:multiLevelType w:val="hybridMultilevel"/>
    <w:tmpl w:val="B55AF564"/>
    <w:lvl w:ilvl="0" w:tplc="3FB69586">
      <w:start w:val="3"/>
      <w:numFmt w:val="decimalEnclosedCircle"/>
      <w:lvlText w:val="%1"/>
      <w:lvlJc w:val="left"/>
      <w:pPr>
        <w:tabs>
          <w:tab w:val="num" w:pos="778"/>
        </w:tabs>
        <w:ind w:left="778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8"/>
        </w:tabs>
        <w:ind w:left="12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8"/>
        </w:tabs>
        <w:ind w:left="16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8"/>
        </w:tabs>
        <w:ind w:left="20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8"/>
        </w:tabs>
        <w:ind w:left="24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8"/>
        </w:tabs>
        <w:ind w:left="29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8"/>
        </w:tabs>
        <w:ind w:left="33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8"/>
        </w:tabs>
        <w:ind w:left="37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8"/>
        </w:tabs>
        <w:ind w:left="4168" w:hanging="420"/>
      </w:pPr>
    </w:lvl>
  </w:abstractNum>
  <w:abstractNum w:abstractNumId="7" w15:restartNumberingAfterBreak="0">
    <w:nsid w:val="39CC12AF"/>
    <w:multiLevelType w:val="hybridMultilevel"/>
    <w:tmpl w:val="7A9C3E80"/>
    <w:lvl w:ilvl="0" w:tplc="6832E5B2">
      <w:start w:val="1"/>
      <w:numFmt w:val="decimalEnclosedCircle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D9C4933"/>
    <w:multiLevelType w:val="hybridMultilevel"/>
    <w:tmpl w:val="581CC1E6"/>
    <w:lvl w:ilvl="0" w:tplc="07267516">
      <w:start w:val="1"/>
      <w:numFmt w:val="decimal"/>
      <w:lvlText w:val="(%1)"/>
      <w:lvlJc w:val="left"/>
      <w:pPr>
        <w:tabs>
          <w:tab w:val="num" w:pos="583"/>
        </w:tabs>
        <w:ind w:left="583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3"/>
        </w:tabs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3"/>
        </w:tabs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3"/>
        </w:tabs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3"/>
        </w:tabs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3"/>
        </w:tabs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3"/>
        </w:tabs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3"/>
        </w:tabs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3"/>
        </w:tabs>
        <w:ind w:left="3973" w:hanging="420"/>
      </w:pPr>
    </w:lvl>
  </w:abstractNum>
  <w:abstractNum w:abstractNumId="9" w15:restartNumberingAfterBreak="0">
    <w:nsid w:val="3F7F2D23"/>
    <w:multiLevelType w:val="hybridMultilevel"/>
    <w:tmpl w:val="C410368C"/>
    <w:lvl w:ilvl="0" w:tplc="3006E632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413720C1"/>
    <w:multiLevelType w:val="hybridMultilevel"/>
    <w:tmpl w:val="1778D484"/>
    <w:lvl w:ilvl="0" w:tplc="535A2AD2">
      <w:start w:val="1"/>
      <w:numFmt w:val="decimalEnclosedCircle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90C1A78"/>
    <w:multiLevelType w:val="hybridMultilevel"/>
    <w:tmpl w:val="04B628EC"/>
    <w:lvl w:ilvl="0" w:tplc="1DBACEFA">
      <w:start w:val="1"/>
      <w:numFmt w:val="decimal"/>
      <w:lvlText w:val="(%1)"/>
      <w:lvlJc w:val="left"/>
      <w:pPr>
        <w:tabs>
          <w:tab w:val="num" w:pos="583"/>
        </w:tabs>
        <w:ind w:left="583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3"/>
        </w:tabs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3"/>
        </w:tabs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3"/>
        </w:tabs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3"/>
        </w:tabs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3"/>
        </w:tabs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3"/>
        </w:tabs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3"/>
        </w:tabs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3"/>
        </w:tabs>
        <w:ind w:left="3973" w:hanging="420"/>
      </w:pPr>
    </w:lvl>
  </w:abstractNum>
  <w:abstractNum w:abstractNumId="12" w15:restartNumberingAfterBreak="0">
    <w:nsid w:val="49A51456"/>
    <w:multiLevelType w:val="hybridMultilevel"/>
    <w:tmpl w:val="2E7CD2B8"/>
    <w:lvl w:ilvl="0" w:tplc="8D52F588">
      <w:start w:val="2"/>
      <w:numFmt w:val="decimalEnclosedCircle"/>
      <w:lvlText w:val="%1"/>
      <w:lvlJc w:val="left"/>
      <w:pPr>
        <w:tabs>
          <w:tab w:val="num" w:pos="778"/>
        </w:tabs>
        <w:ind w:left="778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8"/>
        </w:tabs>
        <w:ind w:left="12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8"/>
        </w:tabs>
        <w:ind w:left="16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8"/>
        </w:tabs>
        <w:ind w:left="20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8"/>
        </w:tabs>
        <w:ind w:left="24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8"/>
        </w:tabs>
        <w:ind w:left="29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8"/>
        </w:tabs>
        <w:ind w:left="33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8"/>
        </w:tabs>
        <w:ind w:left="37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8"/>
        </w:tabs>
        <w:ind w:left="4168" w:hanging="420"/>
      </w:pPr>
    </w:lvl>
  </w:abstractNum>
  <w:abstractNum w:abstractNumId="13" w15:restartNumberingAfterBreak="0">
    <w:nsid w:val="55166AEE"/>
    <w:multiLevelType w:val="hybridMultilevel"/>
    <w:tmpl w:val="9744A0CA"/>
    <w:lvl w:ilvl="0" w:tplc="E2E290AC">
      <w:start w:val="5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58962EAD"/>
    <w:multiLevelType w:val="hybridMultilevel"/>
    <w:tmpl w:val="8CE6C56E"/>
    <w:lvl w:ilvl="0" w:tplc="6DDAC9D6">
      <w:start w:val="1"/>
      <w:numFmt w:val="bullet"/>
      <w:lvlText w:val="○"/>
      <w:lvlJc w:val="left"/>
      <w:pPr>
        <w:tabs>
          <w:tab w:val="num" w:pos="839"/>
        </w:tabs>
        <w:ind w:left="839" w:hanging="420"/>
      </w:pPr>
      <w:rPr>
        <w:rFonts w:ascii="ＭＳ 明朝" w:eastAsia="ＭＳ 明朝" w:hAnsi="ＭＳ 明朝" w:cs="Times New Roman" w:hint="eastAsia"/>
      </w:rPr>
    </w:lvl>
    <w:lvl w:ilvl="1" w:tplc="C63C7420">
      <w:start w:val="9"/>
      <w:numFmt w:val="bullet"/>
      <w:lvlText w:val="※"/>
      <w:lvlJc w:val="left"/>
      <w:pPr>
        <w:tabs>
          <w:tab w:val="num" w:pos="1259"/>
        </w:tabs>
        <w:ind w:left="1259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9"/>
        </w:tabs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9"/>
        </w:tabs>
        <w:ind w:left="20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9"/>
        </w:tabs>
        <w:ind w:left="2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9"/>
        </w:tabs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9"/>
        </w:tabs>
        <w:ind w:left="3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9"/>
        </w:tabs>
        <w:ind w:left="3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9"/>
        </w:tabs>
        <w:ind w:left="4199" w:hanging="420"/>
      </w:pPr>
      <w:rPr>
        <w:rFonts w:ascii="Wingdings" w:hAnsi="Wingdings" w:hint="default"/>
      </w:rPr>
    </w:lvl>
  </w:abstractNum>
  <w:abstractNum w:abstractNumId="15" w15:restartNumberingAfterBreak="0">
    <w:nsid w:val="66687721"/>
    <w:multiLevelType w:val="hybridMultilevel"/>
    <w:tmpl w:val="5D4C9310"/>
    <w:lvl w:ilvl="0" w:tplc="B2DC36D2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71AD43B2"/>
    <w:multiLevelType w:val="hybridMultilevel"/>
    <w:tmpl w:val="F84AC94E"/>
    <w:lvl w:ilvl="0" w:tplc="94E81244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7A5B3EF5"/>
    <w:multiLevelType w:val="hybridMultilevel"/>
    <w:tmpl w:val="1DFA79E2"/>
    <w:lvl w:ilvl="0" w:tplc="A5961E8A">
      <w:start w:val="1"/>
      <w:numFmt w:val="bullet"/>
      <w:lvlText w:val="・"/>
      <w:lvlJc w:val="left"/>
      <w:pPr>
        <w:tabs>
          <w:tab w:val="num" w:pos="1049"/>
        </w:tabs>
        <w:ind w:left="1049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69"/>
        </w:tabs>
        <w:ind w:left="14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89"/>
        </w:tabs>
        <w:ind w:left="18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9"/>
        </w:tabs>
        <w:ind w:left="23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29"/>
        </w:tabs>
        <w:ind w:left="27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49"/>
        </w:tabs>
        <w:ind w:left="31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9"/>
        </w:tabs>
        <w:ind w:left="35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89"/>
        </w:tabs>
        <w:ind w:left="39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09"/>
        </w:tabs>
        <w:ind w:left="4409" w:hanging="420"/>
      </w:pPr>
      <w:rPr>
        <w:rFonts w:ascii="Wingdings" w:hAnsi="Wingdings" w:hint="default"/>
      </w:rPr>
    </w:lvl>
  </w:abstractNum>
  <w:abstractNum w:abstractNumId="18" w15:restartNumberingAfterBreak="0">
    <w:nsid w:val="7B3167B5"/>
    <w:multiLevelType w:val="hybridMultilevel"/>
    <w:tmpl w:val="8DD6C17C"/>
    <w:lvl w:ilvl="0" w:tplc="57747C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D3B1437"/>
    <w:multiLevelType w:val="hybridMultilevel"/>
    <w:tmpl w:val="3DAC7C80"/>
    <w:lvl w:ilvl="0" w:tplc="B6FEB4A4">
      <w:numFmt w:val="none"/>
      <w:lvlText w:val=""/>
      <w:lvlJc w:val="left"/>
      <w:pPr>
        <w:tabs>
          <w:tab w:val="num" w:pos="360"/>
        </w:tabs>
      </w:pPr>
    </w:lvl>
    <w:lvl w:ilvl="1" w:tplc="77AA16CA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A5821D22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105AA270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2D58CCDA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5BB00B5A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FB800C0E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E3D4BA78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11E26A64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12"/>
  </w:num>
  <w:num w:numId="5">
    <w:abstractNumId w:val="2"/>
  </w:num>
  <w:num w:numId="6">
    <w:abstractNumId w:val="13"/>
  </w:num>
  <w:num w:numId="7">
    <w:abstractNumId w:val="16"/>
  </w:num>
  <w:num w:numId="8">
    <w:abstractNumId w:val="1"/>
  </w:num>
  <w:num w:numId="9">
    <w:abstractNumId w:val="14"/>
  </w:num>
  <w:num w:numId="10">
    <w:abstractNumId w:val="17"/>
  </w:num>
  <w:num w:numId="11">
    <w:abstractNumId w:val="5"/>
  </w:num>
  <w:num w:numId="12">
    <w:abstractNumId w:val="19"/>
  </w:num>
  <w:num w:numId="13">
    <w:abstractNumId w:val="4"/>
  </w:num>
  <w:num w:numId="14">
    <w:abstractNumId w:val="3"/>
  </w:num>
  <w:num w:numId="15">
    <w:abstractNumId w:val="9"/>
  </w:num>
  <w:num w:numId="16">
    <w:abstractNumId w:val="15"/>
  </w:num>
  <w:num w:numId="17">
    <w:abstractNumId w:val="0"/>
  </w:num>
  <w:num w:numId="18">
    <w:abstractNumId w:val="7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A60"/>
    <w:rsid w:val="00000E14"/>
    <w:rsid w:val="00011D41"/>
    <w:rsid w:val="00016537"/>
    <w:rsid w:val="00016620"/>
    <w:rsid w:val="000213DA"/>
    <w:rsid w:val="00023D49"/>
    <w:rsid w:val="000261F2"/>
    <w:rsid w:val="000274BB"/>
    <w:rsid w:val="000329BC"/>
    <w:rsid w:val="00041C79"/>
    <w:rsid w:val="00041FB6"/>
    <w:rsid w:val="0006027B"/>
    <w:rsid w:val="000663DC"/>
    <w:rsid w:val="00077317"/>
    <w:rsid w:val="0008248C"/>
    <w:rsid w:val="00083EEA"/>
    <w:rsid w:val="00085EB9"/>
    <w:rsid w:val="0009123B"/>
    <w:rsid w:val="000973C6"/>
    <w:rsid w:val="00097E73"/>
    <w:rsid w:val="000A0202"/>
    <w:rsid w:val="000A5350"/>
    <w:rsid w:val="000B00B8"/>
    <w:rsid w:val="000B769B"/>
    <w:rsid w:val="000C1816"/>
    <w:rsid w:val="000C63E0"/>
    <w:rsid w:val="000D5044"/>
    <w:rsid w:val="000D5B44"/>
    <w:rsid w:val="000E59C7"/>
    <w:rsid w:val="000E694F"/>
    <w:rsid w:val="000F15D3"/>
    <w:rsid w:val="0010257C"/>
    <w:rsid w:val="001027A1"/>
    <w:rsid w:val="00103261"/>
    <w:rsid w:val="001039AC"/>
    <w:rsid w:val="00103F1B"/>
    <w:rsid w:val="00107F3B"/>
    <w:rsid w:val="0011589E"/>
    <w:rsid w:val="001159A9"/>
    <w:rsid w:val="00117828"/>
    <w:rsid w:val="00123B38"/>
    <w:rsid w:val="0014173F"/>
    <w:rsid w:val="001444B2"/>
    <w:rsid w:val="001465ED"/>
    <w:rsid w:val="00146C83"/>
    <w:rsid w:val="00151579"/>
    <w:rsid w:val="001518A7"/>
    <w:rsid w:val="00152034"/>
    <w:rsid w:val="00166D70"/>
    <w:rsid w:val="001744B6"/>
    <w:rsid w:val="00175487"/>
    <w:rsid w:val="001806DF"/>
    <w:rsid w:val="00196CEC"/>
    <w:rsid w:val="001A0BE1"/>
    <w:rsid w:val="001A1F73"/>
    <w:rsid w:val="001A22B6"/>
    <w:rsid w:val="001A427D"/>
    <w:rsid w:val="001A740A"/>
    <w:rsid w:val="001B074D"/>
    <w:rsid w:val="001B11DF"/>
    <w:rsid w:val="001B49D5"/>
    <w:rsid w:val="001C1151"/>
    <w:rsid w:val="001C7184"/>
    <w:rsid w:val="001D1C33"/>
    <w:rsid w:val="001E64E0"/>
    <w:rsid w:val="001E6590"/>
    <w:rsid w:val="001F0547"/>
    <w:rsid w:val="001F20D5"/>
    <w:rsid w:val="001F2D81"/>
    <w:rsid w:val="001F6351"/>
    <w:rsid w:val="00203FD2"/>
    <w:rsid w:val="00211A97"/>
    <w:rsid w:val="00226061"/>
    <w:rsid w:val="00231591"/>
    <w:rsid w:val="00231820"/>
    <w:rsid w:val="0023312A"/>
    <w:rsid w:val="00235B50"/>
    <w:rsid w:val="00242A70"/>
    <w:rsid w:val="00243E99"/>
    <w:rsid w:val="0024433B"/>
    <w:rsid w:val="00251B4A"/>
    <w:rsid w:val="002527D3"/>
    <w:rsid w:val="00257B39"/>
    <w:rsid w:val="0026026A"/>
    <w:rsid w:val="002613FC"/>
    <w:rsid w:val="002617F7"/>
    <w:rsid w:val="0027250D"/>
    <w:rsid w:val="00272C26"/>
    <w:rsid w:val="00274EE4"/>
    <w:rsid w:val="00275C7D"/>
    <w:rsid w:val="00275D05"/>
    <w:rsid w:val="00276DC8"/>
    <w:rsid w:val="002810C3"/>
    <w:rsid w:val="00284805"/>
    <w:rsid w:val="00293153"/>
    <w:rsid w:val="00295AD7"/>
    <w:rsid w:val="002A24C6"/>
    <w:rsid w:val="002A5D93"/>
    <w:rsid w:val="002A5E29"/>
    <w:rsid w:val="002B1075"/>
    <w:rsid w:val="002B2F16"/>
    <w:rsid w:val="002B3976"/>
    <w:rsid w:val="002B4162"/>
    <w:rsid w:val="002C01DA"/>
    <w:rsid w:val="002C23B0"/>
    <w:rsid w:val="002E68D3"/>
    <w:rsid w:val="002F4730"/>
    <w:rsid w:val="00306D32"/>
    <w:rsid w:val="00307A09"/>
    <w:rsid w:val="00313DE3"/>
    <w:rsid w:val="0031717A"/>
    <w:rsid w:val="003208BD"/>
    <w:rsid w:val="00324077"/>
    <w:rsid w:val="00325943"/>
    <w:rsid w:val="003261D3"/>
    <w:rsid w:val="0032671C"/>
    <w:rsid w:val="0033105A"/>
    <w:rsid w:val="00340F9F"/>
    <w:rsid w:val="00357D98"/>
    <w:rsid w:val="00365B22"/>
    <w:rsid w:val="00373F64"/>
    <w:rsid w:val="00376394"/>
    <w:rsid w:val="00381F2E"/>
    <w:rsid w:val="0038227E"/>
    <w:rsid w:val="003865FA"/>
    <w:rsid w:val="003932DC"/>
    <w:rsid w:val="003A3B04"/>
    <w:rsid w:val="003A40D3"/>
    <w:rsid w:val="003A70B9"/>
    <w:rsid w:val="003B33E8"/>
    <w:rsid w:val="003B3FD2"/>
    <w:rsid w:val="003C194B"/>
    <w:rsid w:val="003C2F33"/>
    <w:rsid w:val="003C5258"/>
    <w:rsid w:val="003D3C9F"/>
    <w:rsid w:val="003D4EB2"/>
    <w:rsid w:val="003D57EB"/>
    <w:rsid w:val="003E4FDE"/>
    <w:rsid w:val="003F1E4E"/>
    <w:rsid w:val="003F3EED"/>
    <w:rsid w:val="003F55A1"/>
    <w:rsid w:val="004105F1"/>
    <w:rsid w:val="00412503"/>
    <w:rsid w:val="00413224"/>
    <w:rsid w:val="0041511A"/>
    <w:rsid w:val="0041556C"/>
    <w:rsid w:val="00421624"/>
    <w:rsid w:val="004246AE"/>
    <w:rsid w:val="00425215"/>
    <w:rsid w:val="00430E8D"/>
    <w:rsid w:val="00433951"/>
    <w:rsid w:val="0043749D"/>
    <w:rsid w:val="00440D76"/>
    <w:rsid w:val="00447401"/>
    <w:rsid w:val="004504AB"/>
    <w:rsid w:val="00451AA7"/>
    <w:rsid w:val="00453A5A"/>
    <w:rsid w:val="004619AE"/>
    <w:rsid w:val="00462308"/>
    <w:rsid w:val="004648ED"/>
    <w:rsid w:val="004737FB"/>
    <w:rsid w:val="0047696A"/>
    <w:rsid w:val="00476FB4"/>
    <w:rsid w:val="0048102B"/>
    <w:rsid w:val="004832CC"/>
    <w:rsid w:val="004848D4"/>
    <w:rsid w:val="00484A9E"/>
    <w:rsid w:val="00485006"/>
    <w:rsid w:val="00496D72"/>
    <w:rsid w:val="0049722C"/>
    <w:rsid w:val="004A1155"/>
    <w:rsid w:val="004A1261"/>
    <w:rsid w:val="004A15FA"/>
    <w:rsid w:val="004A67D6"/>
    <w:rsid w:val="004A7771"/>
    <w:rsid w:val="004B239A"/>
    <w:rsid w:val="004B26B7"/>
    <w:rsid w:val="004B3B4E"/>
    <w:rsid w:val="004B5350"/>
    <w:rsid w:val="004C09E6"/>
    <w:rsid w:val="004C300F"/>
    <w:rsid w:val="004C7C9D"/>
    <w:rsid w:val="004D2FB1"/>
    <w:rsid w:val="004D7C68"/>
    <w:rsid w:val="004E1F51"/>
    <w:rsid w:val="004F044A"/>
    <w:rsid w:val="004F0710"/>
    <w:rsid w:val="004F201F"/>
    <w:rsid w:val="004F5D4D"/>
    <w:rsid w:val="00502944"/>
    <w:rsid w:val="005055F4"/>
    <w:rsid w:val="00510EA6"/>
    <w:rsid w:val="005119B6"/>
    <w:rsid w:val="00524EC6"/>
    <w:rsid w:val="005262D5"/>
    <w:rsid w:val="00535E2D"/>
    <w:rsid w:val="00536B24"/>
    <w:rsid w:val="005431DA"/>
    <w:rsid w:val="005534F8"/>
    <w:rsid w:val="005555AB"/>
    <w:rsid w:val="00564E49"/>
    <w:rsid w:val="005656E1"/>
    <w:rsid w:val="00575651"/>
    <w:rsid w:val="00583657"/>
    <w:rsid w:val="00585E13"/>
    <w:rsid w:val="0059077E"/>
    <w:rsid w:val="0059697F"/>
    <w:rsid w:val="005A32EF"/>
    <w:rsid w:val="005A64A9"/>
    <w:rsid w:val="005A684A"/>
    <w:rsid w:val="005B2C94"/>
    <w:rsid w:val="005B5982"/>
    <w:rsid w:val="005C201E"/>
    <w:rsid w:val="005C2D4F"/>
    <w:rsid w:val="005D1242"/>
    <w:rsid w:val="005D60C2"/>
    <w:rsid w:val="005E1293"/>
    <w:rsid w:val="005E188C"/>
    <w:rsid w:val="005E2A6B"/>
    <w:rsid w:val="005E43F1"/>
    <w:rsid w:val="005E67C0"/>
    <w:rsid w:val="005F5740"/>
    <w:rsid w:val="0060018D"/>
    <w:rsid w:val="00612B6E"/>
    <w:rsid w:val="00612D84"/>
    <w:rsid w:val="0061420E"/>
    <w:rsid w:val="00614857"/>
    <w:rsid w:val="00614DD2"/>
    <w:rsid w:val="006163CD"/>
    <w:rsid w:val="006202A9"/>
    <w:rsid w:val="00625FE2"/>
    <w:rsid w:val="0063177D"/>
    <w:rsid w:val="006351BD"/>
    <w:rsid w:val="00643328"/>
    <w:rsid w:val="006443EF"/>
    <w:rsid w:val="006471D2"/>
    <w:rsid w:val="00664326"/>
    <w:rsid w:val="00666925"/>
    <w:rsid w:val="00667F17"/>
    <w:rsid w:val="00674DAD"/>
    <w:rsid w:val="00675D5C"/>
    <w:rsid w:val="00684FBF"/>
    <w:rsid w:val="0068678F"/>
    <w:rsid w:val="00690E9F"/>
    <w:rsid w:val="00692805"/>
    <w:rsid w:val="006A1D48"/>
    <w:rsid w:val="006A713D"/>
    <w:rsid w:val="006B2BC9"/>
    <w:rsid w:val="006B5E25"/>
    <w:rsid w:val="006B6C48"/>
    <w:rsid w:val="006C1EDA"/>
    <w:rsid w:val="006C36F2"/>
    <w:rsid w:val="006C6FBB"/>
    <w:rsid w:val="006D712C"/>
    <w:rsid w:val="006E214E"/>
    <w:rsid w:val="006E711F"/>
    <w:rsid w:val="006F545D"/>
    <w:rsid w:val="007032BC"/>
    <w:rsid w:val="00706CAE"/>
    <w:rsid w:val="00707432"/>
    <w:rsid w:val="00716F06"/>
    <w:rsid w:val="0071784E"/>
    <w:rsid w:val="007349F3"/>
    <w:rsid w:val="00736575"/>
    <w:rsid w:val="0073675E"/>
    <w:rsid w:val="00736BA1"/>
    <w:rsid w:val="007400D9"/>
    <w:rsid w:val="0074037C"/>
    <w:rsid w:val="007469ED"/>
    <w:rsid w:val="00747581"/>
    <w:rsid w:val="0075512D"/>
    <w:rsid w:val="00770287"/>
    <w:rsid w:val="007860BA"/>
    <w:rsid w:val="00790EA6"/>
    <w:rsid w:val="0079240F"/>
    <w:rsid w:val="00796BFD"/>
    <w:rsid w:val="007A1D5F"/>
    <w:rsid w:val="007A3524"/>
    <w:rsid w:val="007A5D32"/>
    <w:rsid w:val="007A7DFE"/>
    <w:rsid w:val="007B2F09"/>
    <w:rsid w:val="007B5295"/>
    <w:rsid w:val="007B6CF9"/>
    <w:rsid w:val="007C2189"/>
    <w:rsid w:val="007C2ED5"/>
    <w:rsid w:val="007C2F3F"/>
    <w:rsid w:val="007C4A60"/>
    <w:rsid w:val="007C5114"/>
    <w:rsid w:val="007C58DD"/>
    <w:rsid w:val="007C70A8"/>
    <w:rsid w:val="007D1C9B"/>
    <w:rsid w:val="007D58B0"/>
    <w:rsid w:val="007D6F64"/>
    <w:rsid w:val="007E0D18"/>
    <w:rsid w:val="007E6347"/>
    <w:rsid w:val="008005BE"/>
    <w:rsid w:val="008008A1"/>
    <w:rsid w:val="00803BDC"/>
    <w:rsid w:val="00817EA0"/>
    <w:rsid w:val="00823F12"/>
    <w:rsid w:val="0082479E"/>
    <w:rsid w:val="00826183"/>
    <w:rsid w:val="00831114"/>
    <w:rsid w:val="00833B06"/>
    <w:rsid w:val="00843663"/>
    <w:rsid w:val="00843F63"/>
    <w:rsid w:val="0084644A"/>
    <w:rsid w:val="008519E7"/>
    <w:rsid w:val="0085225E"/>
    <w:rsid w:val="00852617"/>
    <w:rsid w:val="008529A7"/>
    <w:rsid w:val="00852A81"/>
    <w:rsid w:val="00853413"/>
    <w:rsid w:val="00860BBA"/>
    <w:rsid w:val="008704A6"/>
    <w:rsid w:val="00872F37"/>
    <w:rsid w:val="00880E30"/>
    <w:rsid w:val="0088297F"/>
    <w:rsid w:val="00883EBE"/>
    <w:rsid w:val="00886ACE"/>
    <w:rsid w:val="00890C86"/>
    <w:rsid w:val="00891D6E"/>
    <w:rsid w:val="0089587B"/>
    <w:rsid w:val="008A22C0"/>
    <w:rsid w:val="008A44C6"/>
    <w:rsid w:val="008B3B28"/>
    <w:rsid w:val="008B5507"/>
    <w:rsid w:val="008C0E24"/>
    <w:rsid w:val="008C52DE"/>
    <w:rsid w:val="008D0DB0"/>
    <w:rsid w:val="008D353D"/>
    <w:rsid w:val="008D77FF"/>
    <w:rsid w:val="008E14E3"/>
    <w:rsid w:val="008E61B5"/>
    <w:rsid w:val="008E6899"/>
    <w:rsid w:val="008F2405"/>
    <w:rsid w:val="0091026C"/>
    <w:rsid w:val="009128BF"/>
    <w:rsid w:val="009172FA"/>
    <w:rsid w:val="00920D3D"/>
    <w:rsid w:val="00923104"/>
    <w:rsid w:val="00925A9F"/>
    <w:rsid w:val="00927485"/>
    <w:rsid w:val="00930239"/>
    <w:rsid w:val="0093243E"/>
    <w:rsid w:val="00937124"/>
    <w:rsid w:val="00942F54"/>
    <w:rsid w:val="00947138"/>
    <w:rsid w:val="009544B2"/>
    <w:rsid w:val="00961445"/>
    <w:rsid w:val="009659C2"/>
    <w:rsid w:val="00972A24"/>
    <w:rsid w:val="009749D8"/>
    <w:rsid w:val="0098146C"/>
    <w:rsid w:val="00982390"/>
    <w:rsid w:val="00982B51"/>
    <w:rsid w:val="00986584"/>
    <w:rsid w:val="0099681F"/>
    <w:rsid w:val="009A2429"/>
    <w:rsid w:val="009A2A46"/>
    <w:rsid w:val="009A4D58"/>
    <w:rsid w:val="009A54BF"/>
    <w:rsid w:val="009B150F"/>
    <w:rsid w:val="009B36E1"/>
    <w:rsid w:val="009B4366"/>
    <w:rsid w:val="009B7215"/>
    <w:rsid w:val="009C0405"/>
    <w:rsid w:val="009C2717"/>
    <w:rsid w:val="009C7BB2"/>
    <w:rsid w:val="009D7CF7"/>
    <w:rsid w:val="009E016D"/>
    <w:rsid w:val="009E1131"/>
    <w:rsid w:val="009E1EDA"/>
    <w:rsid w:val="009E229D"/>
    <w:rsid w:val="009F0170"/>
    <w:rsid w:val="009F56EF"/>
    <w:rsid w:val="009F6E78"/>
    <w:rsid w:val="009F7F31"/>
    <w:rsid w:val="00A019BD"/>
    <w:rsid w:val="00A02D22"/>
    <w:rsid w:val="00A03C1E"/>
    <w:rsid w:val="00A0495B"/>
    <w:rsid w:val="00A0660A"/>
    <w:rsid w:val="00A1095C"/>
    <w:rsid w:val="00A2295B"/>
    <w:rsid w:val="00A31222"/>
    <w:rsid w:val="00A313B4"/>
    <w:rsid w:val="00A3776E"/>
    <w:rsid w:val="00A42360"/>
    <w:rsid w:val="00A47D70"/>
    <w:rsid w:val="00A53371"/>
    <w:rsid w:val="00A60DB7"/>
    <w:rsid w:val="00A63BA3"/>
    <w:rsid w:val="00A6592C"/>
    <w:rsid w:val="00A67C40"/>
    <w:rsid w:val="00A745E7"/>
    <w:rsid w:val="00A74908"/>
    <w:rsid w:val="00A82548"/>
    <w:rsid w:val="00A8635C"/>
    <w:rsid w:val="00A92878"/>
    <w:rsid w:val="00A92AC8"/>
    <w:rsid w:val="00A9370D"/>
    <w:rsid w:val="00A9392B"/>
    <w:rsid w:val="00AA1583"/>
    <w:rsid w:val="00AA1EAE"/>
    <w:rsid w:val="00AA55B9"/>
    <w:rsid w:val="00AA6E02"/>
    <w:rsid w:val="00AA7847"/>
    <w:rsid w:val="00AB51C6"/>
    <w:rsid w:val="00AB5F38"/>
    <w:rsid w:val="00AC1A92"/>
    <w:rsid w:val="00AC3FC9"/>
    <w:rsid w:val="00AC7360"/>
    <w:rsid w:val="00AD4933"/>
    <w:rsid w:val="00AD4CD4"/>
    <w:rsid w:val="00AD50A6"/>
    <w:rsid w:val="00AE44FF"/>
    <w:rsid w:val="00AE5D1C"/>
    <w:rsid w:val="00AE688A"/>
    <w:rsid w:val="00AF22C2"/>
    <w:rsid w:val="00AF2C80"/>
    <w:rsid w:val="00AF3D5B"/>
    <w:rsid w:val="00B024F5"/>
    <w:rsid w:val="00B14027"/>
    <w:rsid w:val="00B22242"/>
    <w:rsid w:val="00B22649"/>
    <w:rsid w:val="00B23715"/>
    <w:rsid w:val="00B2793D"/>
    <w:rsid w:val="00B304E1"/>
    <w:rsid w:val="00B309E0"/>
    <w:rsid w:val="00B3101C"/>
    <w:rsid w:val="00B32CC2"/>
    <w:rsid w:val="00B37709"/>
    <w:rsid w:val="00B40D2C"/>
    <w:rsid w:val="00B42501"/>
    <w:rsid w:val="00B44063"/>
    <w:rsid w:val="00B44987"/>
    <w:rsid w:val="00B55E55"/>
    <w:rsid w:val="00B57A3A"/>
    <w:rsid w:val="00B6576A"/>
    <w:rsid w:val="00B659DC"/>
    <w:rsid w:val="00B6761F"/>
    <w:rsid w:val="00B7758B"/>
    <w:rsid w:val="00B81CE4"/>
    <w:rsid w:val="00B90ECA"/>
    <w:rsid w:val="00BA44D8"/>
    <w:rsid w:val="00BB0C7D"/>
    <w:rsid w:val="00BB37A2"/>
    <w:rsid w:val="00BC0C28"/>
    <w:rsid w:val="00BC21DC"/>
    <w:rsid w:val="00BD15E0"/>
    <w:rsid w:val="00BD5D41"/>
    <w:rsid w:val="00BD7E5B"/>
    <w:rsid w:val="00BE74F0"/>
    <w:rsid w:val="00BF3872"/>
    <w:rsid w:val="00C016DD"/>
    <w:rsid w:val="00C1206D"/>
    <w:rsid w:val="00C21241"/>
    <w:rsid w:val="00C24295"/>
    <w:rsid w:val="00C247DD"/>
    <w:rsid w:val="00C2795A"/>
    <w:rsid w:val="00C31F60"/>
    <w:rsid w:val="00C3303E"/>
    <w:rsid w:val="00C36A1D"/>
    <w:rsid w:val="00C4373D"/>
    <w:rsid w:val="00C466D4"/>
    <w:rsid w:val="00C46773"/>
    <w:rsid w:val="00C528C6"/>
    <w:rsid w:val="00C53CB5"/>
    <w:rsid w:val="00C55716"/>
    <w:rsid w:val="00C56246"/>
    <w:rsid w:val="00C569FD"/>
    <w:rsid w:val="00C635C1"/>
    <w:rsid w:val="00C64C40"/>
    <w:rsid w:val="00C64CC2"/>
    <w:rsid w:val="00C74983"/>
    <w:rsid w:val="00C77075"/>
    <w:rsid w:val="00C81FEF"/>
    <w:rsid w:val="00C85988"/>
    <w:rsid w:val="00C916E8"/>
    <w:rsid w:val="00CB6B14"/>
    <w:rsid w:val="00CB7E5D"/>
    <w:rsid w:val="00CC4CDF"/>
    <w:rsid w:val="00CD1EBC"/>
    <w:rsid w:val="00CD4DC3"/>
    <w:rsid w:val="00CD60CC"/>
    <w:rsid w:val="00CD7149"/>
    <w:rsid w:val="00CE5CA4"/>
    <w:rsid w:val="00CF01FF"/>
    <w:rsid w:val="00CF3857"/>
    <w:rsid w:val="00CF4412"/>
    <w:rsid w:val="00D0409E"/>
    <w:rsid w:val="00D047A7"/>
    <w:rsid w:val="00D110D5"/>
    <w:rsid w:val="00D12BA9"/>
    <w:rsid w:val="00D17D52"/>
    <w:rsid w:val="00D31523"/>
    <w:rsid w:val="00D434AB"/>
    <w:rsid w:val="00D52559"/>
    <w:rsid w:val="00D56B36"/>
    <w:rsid w:val="00D636AA"/>
    <w:rsid w:val="00D657F0"/>
    <w:rsid w:val="00D67606"/>
    <w:rsid w:val="00D67E1C"/>
    <w:rsid w:val="00D723EB"/>
    <w:rsid w:val="00D80C39"/>
    <w:rsid w:val="00D81027"/>
    <w:rsid w:val="00D82645"/>
    <w:rsid w:val="00D83CE7"/>
    <w:rsid w:val="00D8493F"/>
    <w:rsid w:val="00D87F2B"/>
    <w:rsid w:val="00D904CA"/>
    <w:rsid w:val="00D90F7D"/>
    <w:rsid w:val="00D95800"/>
    <w:rsid w:val="00DA5436"/>
    <w:rsid w:val="00DB3C02"/>
    <w:rsid w:val="00DB5303"/>
    <w:rsid w:val="00DC0FB8"/>
    <w:rsid w:val="00DC10F2"/>
    <w:rsid w:val="00DC1475"/>
    <w:rsid w:val="00DC1D28"/>
    <w:rsid w:val="00DC3989"/>
    <w:rsid w:val="00DC6558"/>
    <w:rsid w:val="00DC719C"/>
    <w:rsid w:val="00DD1F52"/>
    <w:rsid w:val="00DD24E2"/>
    <w:rsid w:val="00DD2B53"/>
    <w:rsid w:val="00DD7B37"/>
    <w:rsid w:val="00DE4490"/>
    <w:rsid w:val="00E061C3"/>
    <w:rsid w:val="00E07493"/>
    <w:rsid w:val="00E11B7C"/>
    <w:rsid w:val="00E120A0"/>
    <w:rsid w:val="00E12835"/>
    <w:rsid w:val="00E30373"/>
    <w:rsid w:val="00E36B1E"/>
    <w:rsid w:val="00E519EB"/>
    <w:rsid w:val="00E5212D"/>
    <w:rsid w:val="00E5336B"/>
    <w:rsid w:val="00E56207"/>
    <w:rsid w:val="00E709DA"/>
    <w:rsid w:val="00E7121F"/>
    <w:rsid w:val="00E74A11"/>
    <w:rsid w:val="00E809AD"/>
    <w:rsid w:val="00E83435"/>
    <w:rsid w:val="00E849F6"/>
    <w:rsid w:val="00E90542"/>
    <w:rsid w:val="00E92F9F"/>
    <w:rsid w:val="00E952ED"/>
    <w:rsid w:val="00EA0473"/>
    <w:rsid w:val="00EB1542"/>
    <w:rsid w:val="00EB1674"/>
    <w:rsid w:val="00EC204C"/>
    <w:rsid w:val="00EC2A65"/>
    <w:rsid w:val="00EC2FBB"/>
    <w:rsid w:val="00EC40F4"/>
    <w:rsid w:val="00ED40CB"/>
    <w:rsid w:val="00EE2E4F"/>
    <w:rsid w:val="00EE414A"/>
    <w:rsid w:val="00EE6185"/>
    <w:rsid w:val="00F012E0"/>
    <w:rsid w:val="00F1437A"/>
    <w:rsid w:val="00F20711"/>
    <w:rsid w:val="00F27F10"/>
    <w:rsid w:val="00F321EF"/>
    <w:rsid w:val="00F374D7"/>
    <w:rsid w:val="00F4113E"/>
    <w:rsid w:val="00F435C2"/>
    <w:rsid w:val="00F4400D"/>
    <w:rsid w:val="00F54BFD"/>
    <w:rsid w:val="00F56E1E"/>
    <w:rsid w:val="00F64F44"/>
    <w:rsid w:val="00F65A54"/>
    <w:rsid w:val="00F66603"/>
    <w:rsid w:val="00F67397"/>
    <w:rsid w:val="00F7110A"/>
    <w:rsid w:val="00F72779"/>
    <w:rsid w:val="00F80CC4"/>
    <w:rsid w:val="00F92DE0"/>
    <w:rsid w:val="00F930CB"/>
    <w:rsid w:val="00F95723"/>
    <w:rsid w:val="00F97F64"/>
    <w:rsid w:val="00FA0D29"/>
    <w:rsid w:val="00FA5ACB"/>
    <w:rsid w:val="00FA7CE1"/>
    <w:rsid w:val="00FB11E5"/>
    <w:rsid w:val="00FB2F16"/>
    <w:rsid w:val="00FB4382"/>
    <w:rsid w:val="00FB4C2C"/>
    <w:rsid w:val="00FB5295"/>
    <w:rsid w:val="00FC1799"/>
    <w:rsid w:val="00FD4326"/>
    <w:rsid w:val="00FD5D12"/>
    <w:rsid w:val="00FD7C54"/>
    <w:rsid w:val="00FE03D4"/>
    <w:rsid w:val="00FE193D"/>
    <w:rsid w:val="00FE32BF"/>
    <w:rsid w:val="00FE43B0"/>
    <w:rsid w:val="00FF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8607B9-E4A6-4A2F-92D1-A3D0B3C3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E14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443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E30373"/>
    <w:rPr>
      <w:color w:val="0000FF"/>
      <w:u w:val="single"/>
    </w:rPr>
  </w:style>
  <w:style w:type="paragraph" w:styleId="a5">
    <w:name w:val="header"/>
    <w:basedOn w:val="a"/>
    <w:rsid w:val="007D1C9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7D1C9B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B90E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90EC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2496;&#12483;&#12463;&#12450;&#12483;&#12503;&#12487;&#12540;&#12479;&#22823;&#27941;&#23389;\template\Word-temp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4FF5F-9BF9-4FD3-BB98-59DF75F33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Word-temp.dot</Template>
  <TotalTime>1</TotalTime>
  <Pages>1</Pages>
  <Words>855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認定こども園の申請手続き等について</vt:lpstr>
      <vt:lpstr>認定こども園の申請手続き等について</vt:lpstr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認定こども園の申請手続き等について</dc:title>
  <dc:subject/>
  <dc:creator>user</dc:creator>
  <cp:keywords/>
  <dc:description/>
  <cp:lastModifiedBy>Windows ユーザー</cp:lastModifiedBy>
  <cp:revision>3</cp:revision>
  <cp:lastPrinted>2016-06-23T06:28:00Z</cp:lastPrinted>
  <dcterms:created xsi:type="dcterms:W3CDTF">2024-05-10T01:04:00Z</dcterms:created>
  <dcterms:modified xsi:type="dcterms:W3CDTF">2024-05-10T01:05:00Z</dcterms:modified>
</cp:coreProperties>
</file>